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4AEA" w:rsidRDefault="00D30D72" w:rsidP="005579CC">
      <w:pPr>
        <w:pStyle w:val="Titul1"/>
      </w:pPr>
      <w:r w:rsidRPr="00D30D72">
        <w:t>P</w:t>
      </w:r>
      <w:r w:rsidR="008F4AEA">
        <w:t>říloha k nabídce</w:t>
      </w:r>
    </w:p>
    <w:sdt>
      <w:sdtPr>
        <w:rPr>
          <w:rStyle w:val="Nzevakce"/>
          <w:b/>
        </w:rPr>
        <w:alias w:val="Název akce - propíše se do zápatí"/>
        <w:tag w:val="Název akce"/>
        <w:id w:val="1889687308"/>
        <w:placeholder>
          <w:docPart w:val="347270ED21264EDE82F68938302A35BF"/>
        </w:placeholder>
        <w:text w:multiLine="1"/>
      </w:sdtPr>
      <w:sdtEndPr>
        <w:rPr>
          <w:rStyle w:val="Nzevakce"/>
        </w:rPr>
      </w:sdtEndPr>
      <w:sdtContent>
        <w:p w:rsidR="008F4AEA" w:rsidRPr="0017695A" w:rsidRDefault="00F06146" w:rsidP="008F4AEA">
          <w:pPr>
            <w:pStyle w:val="Titul2"/>
          </w:pPr>
          <w:r w:rsidRPr="00F06146">
            <w:rPr>
              <w:rStyle w:val="Nzevakce"/>
              <w:b/>
            </w:rPr>
            <w:t>„Zajištění bezbariérového přístupu na nástupiště v ŽST Roztoky u Prahy“</w:t>
          </w:r>
        </w:p>
      </w:sdtContent>
    </w:sdt>
    <w:p w:rsidR="008F4AEA" w:rsidRDefault="008F4AEA" w:rsidP="005579CC">
      <w:pPr>
        <w:pStyle w:val="Textbezodsazen"/>
      </w:pPr>
    </w:p>
    <w:p w:rsidR="00C96E7C" w:rsidRDefault="00C96E7C" w:rsidP="005579CC">
      <w:pPr>
        <w:pStyle w:val="Textbezodsazen"/>
      </w:pPr>
      <w:r>
        <w:t>Všechny následující údaje musejí být vyplněny před podáním Nabídky (s výjimkou položek,</w:t>
      </w:r>
      <w:r w:rsidR="00582C15">
        <w:t xml:space="preserve"> u </w:t>
      </w:r>
      <w:r>
        <w:t>nichž byly vloženy požadavky Objednatele).</w:t>
      </w:r>
    </w:p>
    <w:p w:rsidR="00C96E7C" w:rsidRDefault="00C96E7C" w:rsidP="005579CC">
      <w:pPr>
        <w:pStyle w:val="Textbezodsazen"/>
      </w:pPr>
      <w:r>
        <w:t xml:space="preserve">Všechny odkazy na jednotlivé </w:t>
      </w:r>
      <w:r w:rsidR="005B7883">
        <w:t>Č</w:t>
      </w:r>
      <w:r>
        <w:t>lánky</w:t>
      </w:r>
      <w:r w:rsidR="00582C15">
        <w:t xml:space="preserve"> a </w:t>
      </w:r>
      <w:r w:rsidR="005B7883">
        <w:t>P</w:t>
      </w:r>
      <w:r>
        <w:t>od-články uvedené</w:t>
      </w:r>
      <w:r w:rsidR="00582C15">
        <w:t xml:space="preserve"> v </w:t>
      </w:r>
      <w:r>
        <w:t>této Příloze</w:t>
      </w:r>
      <w:r w:rsidR="00582C15">
        <w:t xml:space="preserve"> k </w:t>
      </w:r>
      <w:r>
        <w:t xml:space="preserve">nabídce znamenají odkazy na </w:t>
      </w:r>
      <w:r w:rsidR="005B7883">
        <w:t>Č</w:t>
      </w:r>
      <w:r>
        <w:t>lánky</w:t>
      </w:r>
      <w:r w:rsidR="00582C15">
        <w:t xml:space="preserve"> a </w:t>
      </w:r>
      <w:r w:rsidR="005B7883">
        <w:t>P</w:t>
      </w:r>
      <w:r>
        <w:t>od-články Smluvních podmínek.</w:t>
      </w:r>
    </w:p>
    <w:p w:rsidR="00C96E7C" w:rsidRDefault="00C96E7C" w:rsidP="005B7883">
      <w:pPr>
        <w:pStyle w:val="Nadpisbezsl1-2"/>
      </w:pPr>
      <w:r>
        <w:t>1.1.2.2  Název</w:t>
      </w:r>
      <w:r w:rsidR="00582C15">
        <w:t xml:space="preserve"> a </w:t>
      </w:r>
      <w:r>
        <w:t>adresa Objednatele</w:t>
      </w:r>
    </w:p>
    <w:p w:rsidR="0071293B" w:rsidRPr="0071293B" w:rsidRDefault="0071293B" w:rsidP="0071293B">
      <w:pPr>
        <w:spacing w:after="0" w:line="264" w:lineRule="auto"/>
        <w:jc w:val="both"/>
        <w:rPr>
          <w:rFonts w:asciiTheme="minorHAnsi" w:hAnsiTheme="minorHAnsi"/>
          <w:b/>
          <w:sz w:val="18"/>
          <w:szCs w:val="18"/>
        </w:rPr>
      </w:pPr>
      <w:r w:rsidRPr="0071293B">
        <w:rPr>
          <w:rFonts w:asciiTheme="minorHAnsi" w:hAnsiTheme="minorHAnsi"/>
          <w:b/>
          <w:sz w:val="18"/>
          <w:szCs w:val="18"/>
        </w:rPr>
        <w:t>Správa železni</w:t>
      </w:r>
      <w:r w:rsidR="00D87995">
        <w:rPr>
          <w:rFonts w:asciiTheme="minorHAnsi" w:hAnsiTheme="minorHAnsi"/>
          <w:b/>
          <w:sz w:val="18"/>
          <w:szCs w:val="18"/>
        </w:rPr>
        <w:t>c</w:t>
      </w:r>
      <w:r w:rsidRPr="0071293B">
        <w:rPr>
          <w:rFonts w:asciiTheme="minorHAnsi" w:hAnsiTheme="minorHAnsi"/>
          <w:b/>
          <w:sz w:val="18"/>
          <w:szCs w:val="18"/>
        </w:rPr>
        <w:t>, státní organizace</w:t>
      </w:r>
    </w:p>
    <w:p w:rsidR="0071293B" w:rsidRPr="0071293B" w:rsidRDefault="0071293B" w:rsidP="0071293B">
      <w:pPr>
        <w:spacing w:after="0" w:line="264" w:lineRule="auto"/>
        <w:jc w:val="both"/>
        <w:rPr>
          <w:rFonts w:asciiTheme="minorHAnsi" w:hAnsiTheme="minorHAnsi"/>
          <w:sz w:val="18"/>
          <w:szCs w:val="18"/>
        </w:rPr>
      </w:pPr>
      <w:r w:rsidRPr="0071293B">
        <w:rPr>
          <w:rFonts w:asciiTheme="minorHAnsi" w:hAnsiTheme="minorHAnsi"/>
          <w:sz w:val="18"/>
          <w:szCs w:val="18"/>
        </w:rPr>
        <w:t xml:space="preserve">se sídlem: Dlážděná 1003/7, 110 00 Praha 1 - Nové Město </w:t>
      </w:r>
    </w:p>
    <w:p w:rsidR="0071293B" w:rsidRPr="0071293B" w:rsidRDefault="0071293B" w:rsidP="0071293B">
      <w:pPr>
        <w:spacing w:after="0" w:line="264" w:lineRule="auto"/>
        <w:jc w:val="both"/>
        <w:rPr>
          <w:rFonts w:asciiTheme="minorHAnsi" w:hAnsiTheme="minorHAnsi"/>
          <w:sz w:val="18"/>
          <w:szCs w:val="18"/>
        </w:rPr>
      </w:pPr>
      <w:r w:rsidRPr="0071293B">
        <w:rPr>
          <w:rFonts w:asciiTheme="minorHAnsi" w:hAnsiTheme="minorHAnsi"/>
          <w:sz w:val="18"/>
          <w:szCs w:val="18"/>
        </w:rPr>
        <w:t>IČO: 70994234 DIČ: CZ70994234</w:t>
      </w:r>
    </w:p>
    <w:p w:rsidR="0071293B" w:rsidRPr="0071293B" w:rsidRDefault="0071293B" w:rsidP="0071293B">
      <w:pPr>
        <w:spacing w:after="0" w:line="264" w:lineRule="auto"/>
        <w:jc w:val="both"/>
        <w:rPr>
          <w:rFonts w:asciiTheme="minorHAnsi" w:hAnsiTheme="minorHAnsi"/>
          <w:sz w:val="18"/>
          <w:szCs w:val="18"/>
        </w:rPr>
      </w:pPr>
      <w:r w:rsidRPr="0071293B">
        <w:rPr>
          <w:rFonts w:asciiTheme="minorHAnsi" w:hAnsiTheme="minorHAnsi"/>
          <w:sz w:val="18"/>
          <w:szCs w:val="18"/>
        </w:rPr>
        <w:t>zapsaná v obchodním rejstříku vedeném Městským soudem v Praze,</w:t>
      </w:r>
    </w:p>
    <w:p w:rsidR="0071293B" w:rsidRPr="0071293B" w:rsidRDefault="0071293B" w:rsidP="0071293B">
      <w:pPr>
        <w:spacing w:after="0" w:line="264" w:lineRule="auto"/>
        <w:jc w:val="both"/>
        <w:rPr>
          <w:rFonts w:asciiTheme="minorHAnsi" w:hAnsiTheme="minorHAnsi"/>
          <w:sz w:val="18"/>
          <w:szCs w:val="18"/>
        </w:rPr>
      </w:pPr>
      <w:r w:rsidRPr="0071293B">
        <w:rPr>
          <w:rFonts w:asciiTheme="minorHAnsi" w:hAnsiTheme="minorHAnsi"/>
          <w:sz w:val="18"/>
          <w:szCs w:val="18"/>
        </w:rPr>
        <w:t>spisová značka A 48384</w:t>
      </w:r>
    </w:p>
    <w:p w:rsidR="0071293B" w:rsidRDefault="0071293B" w:rsidP="0071293B">
      <w:pPr>
        <w:spacing w:after="0" w:line="264" w:lineRule="auto"/>
        <w:jc w:val="both"/>
        <w:rPr>
          <w:rFonts w:asciiTheme="minorHAnsi" w:hAnsiTheme="minorHAnsi"/>
          <w:sz w:val="18"/>
          <w:szCs w:val="18"/>
        </w:rPr>
      </w:pPr>
    </w:p>
    <w:p w:rsidR="0071293B" w:rsidRPr="0071293B" w:rsidRDefault="0071293B" w:rsidP="0071293B">
      <w:pPr>
        <w:spacing w:after="0" w:line="264" w:lineRule="auto"/>
        <w:jc w:val="both"/>
        <w:rPr>
          <w:rFonts w:asciiTheme="minorHAnsi" w:hAnsiTheme="minorHAnsi"/>
          <w:sz w:val="18"/>
          <w:szCs w:val="18"/>
        </w:rPr>
      </w:pPr>
      <w:r w:rsidRPr="0071293B">
        <w:rPr>
          <w:rFonts w:asciiTheme="minorHAnsi" w:hAnsiTheme="minorHAnsi"/>
          <w:sz w:val="18"/>
          <w:szCs w:val="18"/>
        </w:rPr>
        <w:t>(samostatně jako „Objednatel 1“)</w:t>
      </w:r>
    </w:p>
    <w:p w:rsidR="0071293B" w:rsidRPr="0071293B" w:rsidRDefault="0071293B" w:rsidP="0071293B">
      <w:pPr>
        <w:spacing w:after="0" w:line="264" w:lineRule="auto"/>
        <w:jc w:val="both"/>
        <w:rPr>
          <w:rFonts w:asciiTheme="minorHAnsi" w:hAnsiTheme="minorHAnsi"/>
          <w:sz w:val="18"/>
          <w:szCs w:val="18"/>
        </w:rPr>
      </w:pPr>
    </w:p>
    <w:p w:rsidR="0071293B" w:rsidRPr="0071293B" w:rsidRDefault="0071293B" w:rsidP="0071293B">
      <w:pPr>
        <w:spacing w:after="0" w:line="264" w:lineRule="auto"/>
        <w:jc w:val="both"/>
        <w:rPr>
          <w:rFonts w:asciiTheme="minorHAnsi" w:hAnsiTheme="minorHAnsi"/>
          <w:sz w:val="18"/>
          <w:szCs w:val="18"/>
        </w:rPr>
      </w:pPr>
      <w:r w:rsidRPr="0071293B">
        <w:rPr>
          <w:rFonts w:asciiTheme="minorHAnsi" w:hAnsiTheme="minorHAnsi"/>
          <w:sz w:val="18"/>
          <w:szCs w:val="18"/>
        </w:rPr>
        <w:t>a</w:t>
      </w:r>
    </w:p>
    <w:p w:rsidR="0071293B" w:rsidRPr="0071293B" w:rsidRDefault="0071293B" w:rsidP="0071293B">
      <w:pPr>
        <w:spacing w:after="0" w:line="264" w:lineRule="auto"/>
        <w:jc w:val="both"/>
        <w:rPr>
          <w:rFonts w:asciiTheme="minorHAnsi" w:hAnsiTheme="minorHAnsi"/>
          <w:sz w:val="18"/>
          <w:szCs w:val="18"/>
        </w:rPr>
      </w:pPr>
    </w:p>
    <w:p w:rsidR="0071293B" w:rsidRPr="0071293B" w:rsidRDefault="0071293B" w:rsidP="0071293B">
      <w:pPr>
        <w:spacing w:after="0" w:line="264" w:lineRule="auto"/>
        <w:jc w:val="both"/>
        <w:rPr>
          <w:rFonts w:asciiTheme="minorHAnsi" w:hAnsiTheme="minorHAnsi"/>
          <w:b/>
          <w:sz w:val="18"/>
          <w:szCs w:val="18"/>
        </w:rPr>
      </w:pPr>
      <w:r w:rsidRPr="0071293B">
        <w:rPr>
          <w:rFonts w:asciiTheme="minorHAnsi" w:hAnsiTheme="minorHAnsi"/>
          <w:b/>
          <w:sz w:val="18"/>
          <w:szCs w:val="18"/>
        </w:rPr>
        <w:t>Středočeský kraj</w:t>
      </w:r>
    </w:p>
    <w:p w:rsidR="0071293B" w:rsidRPr="0071293B" w:rsidRDefault="0071293B" w:rsidP="0071293B">
      <w:pPr>
        <w:spacing w:after="0" w:line="264" w:lineRule="auto"/>
        <w:jc w:val="both"/>
        <w:rPr>
          <w:rFonts w:asciiTheme="minorHAnsi" w:hAnsiTheme="minorHAnsi"/>
          <w:sz w:val="18"/>
          <w:szCs w:val="18"/>
        </w:rPr>
      </w:pPr>
      <w:r w:rsidRPr="0071293B">
        <w:rPr>
          <w:rFonts w:asciiTheme="minorHAnsi" w:hAnsiTheme="minorHAnsi"/>
          <w:sz w:val="18"/>
          <w:szCs w:val="18"/>
        </w:rPr>
        <w:t>sídlo Zborovská 11, Praha 5 – Smíchov, PSČ 150 21</w:t>
      </w:r>
    </w:p>
    <w:p w:rsidR="0071293B" w:rsidRPr="0071293B" w:rsidRDefault="0071293B" w:rsidP="0071293B">
      <w:pPr>
        <w:spacing w:after="0" w:line="264" w:lineRule="auto"/>
        <w:jc w:val="both"/>
        <w:rPr>
          <w:rFonts w:asciiTheme="minorHAnsi" w:hAnsiTheme="minorHAnsi"/>
          <w:sz w:val="18"/>
          <w:szCs w:val="18"/>
        </w:rPr>
      </w:pPr>
      <w:r w:rsidRPr="0071293B">
        <w:rPr>
          <w:rFonts w:asciiTheme="minorHAnsi" w:hAnsiTheme="minorHAnsi"/>
          <w:sz w:val="18"/>
          <w:szCs w:val="18"/>
        </w:rPr>
        <w:t>IČO: 70891095</w:t>
      </w:r>
    </w:p>
    <w:p w:rsidR="0071293B" w:rsidRPr="0071293B" w:rsidRDefault="0071293B" w:rsidP="0071293B">
      <w:pPr>
        <w:spacing w:after="0" w:line="264" w:lineRule="auto"/>
        <w:jc w:val="both"/>
        <w:rPr>
          <w:rFonts w:asciiTheme="minorHAnsi" w:hAnsiTheme="minorHAnsi"/>
          <w:sz w:val="18"/>
          <w:szCs w:val="18"/>
        </w:rPr>
      </w:pPr>
      <w:r w:rsidRPr="0071293B">
        <w:rPr>
          <w:rFonts w:asciiTheme="minorHAnsi" w:hAnsiTheme="minorHAnsi"/>
          <w:sz w:val="18"/>
          <w:szCs w:val="18"/>
        </w:rPr>
        <w:t>DIČ: CZ70891095</w:t>
      </w:r>
    </w:p>
    <w:p w:rsidR="0071293B" w:rsidRPr="0071293B" w:rsidRDefault="0071293B" w:rsidP="0071293B">
      <w:pPr>
        <w:spacing w:after="0" w:line="264" w:lineRule="auto"/>
        <w:jc w:val="both"/>
        <w:rPr>
          <w:rFonts w:asciiTheme="minorHAnsi" w:hAnsiTheme="minorHAnsi"/>
          <w:sz w:val="18"/>
          <w:szCs w:val="18"/>
        </w:rPr>
      </w:pPr>
    </w:p>
    <w:p w:rsidR="0071293B" w:rsidRPr="0071293B" w:rsidRDefault="0071293B" w:rsidP="0071293B">
      <w:pPr>
        <w:spacing w:after="0" w:line="264" w:lineRule="auto"/>
        <w:jc w:val="both"/>
        <w:rPr>
          <w:rFonts w:asciiTheme="minorHAnsi" w:hAnsiTheme="minorHAnsi"/>
          <w:sz w:val="18"/>
          <w:szCs w:val="18"/>
        </w:rPr>
      </w:pPr>
      <w:r w:rsidRPr="0071293B">
        <w:rPr>
          <w:rFonts w:asciiTheme="minorHAnsi" w:hAnsiTheme="minorHAnsi"/>
          <w:sz w:val="18"/>
          <w:szCs w:val="18"/>
        </w:rPr>
        <w:t xml:space="preserve">zastoupený </w:t>
      </w:r>
    </w:p>
    <w:p w:rsidR="0071293B" w:rsidRPr="0071293B" w:rsidRDefault="0071293B" w:rsidP="0071293B">
      <w:pPr>
        <w:spacing w:after="0" w:line="264" w:lineRule="auto"/>
        <w:jc w:val="both"/>
        <w:rPr>
          <w:rFonts w:asciiTheme="minorHAnsi" w:hAnsiTheme="minorHAnsi"/>
          <w:b/>
          <w:sz w:val="18"/>
          <w:szCs w:val="18"/>
        </w:rPr>
      </w:pPr>
      <w:r w:rsidRPr="0071293B">
        <w:rPr>
          <w:rFonts w:asciiTheme="minorHAnsi" w:hAnsiTheme="minorHAnsi"/>
          <w:b/>
          <w:sz w:val="18"/>
          <w:szCs w:val="18"/>
        </w:rPr>
        <w:t>Středočeským muzeem v Roztokách u Prahy, příspěvkovou organizací</w:t>
      </w:r>
    </w:p>
    <w:p w:rsidR="0071293B" w:rsidRPr="0071293B" w:rsidRDefault="0071293B" w:rsidP="0071293B">
      <w:pPr>
        <w:spacing w:after="0" w:line="264" w:lineRule="auto"/>
        <w:jc w:val="both"/>
        <w:rPr>
          <w:rFonts w:asciiTheme="minorHAnsi" w:hAnsiTheme="minorHAnsi"/>
          <w:sz w:val="18"/>
          <w:szCs w:val="18"/>
        </w:rPr>
      </w:pPr>
      <w:r w:rsidRPr="0071293B">
        <w:rPr>
          <w:rFonts w:asciiTheme="minorHAnsi" w:hAnsiTheme="minorHAnsi"/>
          <w:sz w:val="18"/>
          <w:szCs w:val="18"/>
        </w:rPr>
        <w:t>Sídlo: Zámek 1, Roztoky, PSČ 252 63</w:t>
      </w:r>
    </w:p>
    <w:p w:rsidR="0071293B" w:rsidRPr="0071293B" w:rsidRDefault="0071293B" w:rsidP="0071293B">
      <w:pPr>
        <w:spacing w:after="0" w:line="264" w:lineRule="auto"/>
        <w:jc w:val="both"/>
        <w:rPr>
          <w:rFonts w:asciiTheme="minorHAnsi" w:hAnsiTheme="minorHAnsi"/>
          <w:sz w:val="18"/>
          <w:szCs w:val="18"/>
        </w:rPr>
      </w:pPr>
      <w:r w:rsidRPr="0071293B">
        <w:rPr>
          <w:rFonts w:asciiTheme="minorHAnsi" w:hAnsiTheme="minorHAnsi"/>
          <w:sz w:val="18"/>
          <w:szCs w:val="18"/>
        </w:rPr>
        <w:t>IČO:00069850</w:t>
      </w:r>
    </w:p>
    <w:p w:rsidR="0071293B" w:rsidRPr="0071293B" w:rsidRDefault="0071293B" w:rsidP="0071293B">
      <w:pPr>
        <w:spacing w:after="0" w:line="264" w:lineRule="auto"/>
        <w:jc w:val="both"/>
        <w:rPr>
          <w:rFonts w:asciiTheme="minorHAnsi" w:hAnsiTheme="minorHAnsi"/>
          <w:sz w:val="18"/>
          <w:szCs w:val="18"/>
        </w:rPr>
      </w:pPr>
      <w:r w:rsidRPr="0071293B">
        <w:rPr>
          <w:rFonts w:asciiTheme="minorHAnsi" w:hAnsiTheme="minorHAnsi"/>
          <w:sz w:val="18"/>
          <w:szCs w:val="18"/>
        </w:rPr>
        <w:t>DIČ:CZ00069850</w:t>
      </w:r>
    </w:p>
    <w:p w:rsidR="0071293B" w:rsidRPr="0071293B" w:rsidRDefault="0071293B" w:rsidP="0071293B">
      <w:pPr>
        <w:spacing w:after="0" w:line="264" w:lineRule="auto"/>
        <w:jc w:val="both"/>
        <w:rPr>
          <w:rFonts w:asciiTheme="minorHAnsi" w:hAnsiTheme="minorHAnsi"/>
          <w:sz w:val="18"/>
          <w:szCs w:val="18"/>
        </w:rPr>
      </w:pPr>
    </w:p>
    <w:p w:rsidR="0071293B" w:rsidRPr="0071293B" w:rsidRDefault="0071293B" w:rsidP="0071293B">
      <w:pPr>
        <w:spacing w:after="0" w:line="264" w:lineRule="auto"/>
        <w:jc w:val="both"/>
        <w:rPr>
          <w:rFonts w:asciiTheme="minorHAnsi" w:hAnsiTheme="minorHAnsi"/>
          <w:sz w:val="18"/>
          <w:szCs w:val="18"/>
        </w:rPr>
      </w:pPr>
      <w:r w:rsidRPr="0071293B">
        <w:rPr>
          <w:rFonts w:asciiTheme="minorHAnsi" w:hAnsiTheme="minorHAnsi"/>
          <w:sz w:val="18"/>
          <w:szCs w:val="18"/>
        </w:rPr>
        <w:t>(samostatně jako „Objednatel 2“)</w:t>
      </w:r>
    </w:p>
    <w:p w:rsidR="0071293B" w:rsidRPr="0071293B" w:rsidRDefault="0071293B" w:rsidP="0071293B">
      <w:pPr>
        <w:spacing w:after="0" w:line="264" w:lineRule="auto"/>
        <w:jc w:val="both"/>
        <w:rPr>
          <w:rFonts w:asciiTheme="minorHAnsi" w:hAnsiTheme="minorHAnsi"/>
          <w:sz w:val="18"/>
          <w:szCs w:val="18"/>
        </w:rPr>
      </w:pPr>
    </w:p>
    <w:p w:rsidR="0071293B" w:rsidRPr="0071293B" w:rsidRDefault="0071293B" w:rsidP="0071293B">
      <w:pPr>
        <w:spacing w:after="0" w:line="264" w:lineRule="auto"/>
        <w:jc w:val="both"/>
        <w:rPr>
          <w:rFonts w:asciiTheme="minorHAnsi" w:hAnsiTheme="minorHAnsi"/>
          <w:sz w:val="18"/>
          <w:szCs w:val="18"/>
        </w:rPr>
      </w:pPr>
      <w:r w:rsidRPr="0071293B">
        <w:rPr>
          <w:rFonts w:asciiTheme="minorHAnsi" w:hAnsiTheme="minorHAnsi"/>
          <w:sz w:val="18"/>
          <w:szCs w:val="18"/>
        </w:rPr>
        <w:t>(společně jako „Objednatel“)</w:t>
      </w:r>
    </w:p>
    <w:p w:rsidR="0071293B" w:rsidRDefault="0071293B" w:rsidP="005B7883">
      <w:pPr>
        <w:pStyle w:val="Nadpisbezsl1-2"/>
      </w:pPr>
    </w:p>
    <w:p w:rsidR="0071293B" w:rsidRDefault="0071293B" w:rsidP="005B7883">
      <w:pPr>
        <w:pStyle w:val="Nadpisbezsl1-2"/>
      </w:pPr>
    </w:p>
    <w:p w:rsidR="00C96E7C" w:rsidRDefault="00C96E7C" w:rsidP="005B7883">
      <w:pPr>
        <w:pStyle w:val="Nadpisbezsl1-2"/>
      </w:pPr>
      <w:r>
        <w:t>1.1.2.3  Název</w:t>
      </w:r>
      <w:r w:rsidR="00582C15">
        <w:t xml:space="preserve"> a </w:t>
      </w:r>
      <w:r>
        <w:t>adresa Zhotovitele</w:t>
      </w:r>
    </w:p>
    <w:p w:rsidR="00C96E7C" w:rsidRDefault="00C96E7C" w:rsidP="005B7883">
      <w:pPr>
        <w:pStyle w:val="Textbezodsazen"/>
      </w:pPr>
      <w:r w:rsidRPr="00C96E7C">
        <w:rPr>
          <w:highlight w:val="yellow"/>
        </w:rPr>
        <w:t>VLOŽÍ ZHOTOVITEL</w:t>
      </w:r>
    </w:p>
    <w:p w:rsidR="00C96E7C" w:rsidRDefault="00C96E7C" w:rsidP="005B7883">
      <w:pPr>
        <w:pStyle w:val="Nadpisbezsl1-2"/>
      </w:pPr>
      <w:r>
        <w:lastRenderedPageBreak/>
        <w:t>1.1.2.4  Jméno (název)</w:t>
      </w:r>
      <w:r w:rsidR="00582C15">
        <w:t xml:space="preserve"> a </w:t>
      </w:r>
      <w:r>
        <w:t>adresa Správce stavby</w:t>
      </w:r>
    </w:p>
    <w:p w:rsidR="00F06146" w:rsidRDefault="00F06146" w:rsidP="00F06146">
      <w:pPr>
        <w:spacing w:after="0"/>
      </w:pPr>
      <w:r>
        <w:t>Ing. Petr Čáslavský</w:t>
      </w:r>
    </w:p>
    <w:p w:rsidR="00F06146" w:rsidRDefault="00BA3658" w:rsidP="00F06146">
      <w:pPr>
        <w:spacing w:after="0"/>
      </w:pPr>
      <w:r>
        <w:t>Správa železnic</w:t>
      </w:r>
      <w:bookmarkStart w:id="0" w:name="_GoBack"/>
      <w:bookmarkEnd w:id="0"/>
      <w:r w:rsidR="00F06146">
        <w:t>, státní organizace</w:t>
      </w:r>
    </w:p>
    <w:p w:rsidR="00F06146" w:rsidRDefault="00F06146" w:rsidP="00F06146">
      <w:pPr>
        <w:spacing w:after="0"/>
      </w:pPr>
      <w:r>
        <w:t>Stavební správa západ</w:t>
      </w:r>
    </w:p>
    <w:p w:rsidR="00F06146" w:rsidRDefault="00F06146" w:rsidP="00F06146">
      <w:pPr>
        <w:spacing w:after="0"/>
      </w:pPr>
      <w:r>
        <w:t xml:space="preserve">Sokolovská </w:t>
      </w:r>
      <w:r w:rsidR="0071293B">
        <w:t>1955/278</w:t>
      </w:r>
      <w:r>
        <w:t>, 190 00 Praha 9</w:t>
      </w:r>
    </w:p>
    <w:p w:rsidR="00F06146" w:rsidRDefault="00F06146" w:rsidP="00F06146">
      <w:pPr>
        <w:spacing w:after="0"/>
      </w:pPr>
    </w:p>
    <w:p w:rsidR="00F06146" w:rsidRDefault="00F06146" w:rsidP="00F06146">
      <w:pPr>
        <w:spacing w:after="0"/>
      </w:pPr>
      <w:r>
        <w:t xml:space="preserve">Pracoviště: </w:t>
      </w:r>
    </w:p>
    <w:p w:rsidR="00F06146" w:rsidRDefault="00F06146" w:rsidP="00F06146">
      <w:pPr>
        <w:spacing w:after="0"/>
      </w:pPr>
      <w:r>
        <w:t>Pod Plynojemem 17</w:t>
      </w:r>
    </w:p>
    <w:p w:rsidR="00C96E7C" w:rsidRDefault="00F06146" w:rsidP="00F06146">
      <w:pPr>
        <w:spacing w:after="0"/>
      </w:pPr>
      <w:r>
        <w:t>180 00 Praha 8 - Libeň</w:t>
      </w:r>
    </w:p>
    <w:p w:rsidR="00C96E7C" w:rsidRDefault="00C96E7C" w:rsidP="005B7883">
      <w:pPr>
        <w:pStyle w:val="Nadpisbezsl1-2"/>
      </w:pPr>
      <w:r>
        <w:t>1.1.3.7  Záruční doba</w:t>
      </w:r>
    </w:p>
    <w:p w:rsidR="00C96E7C" w:rsidRDefault="00C96E7C" w:rsidP="00C732F0">
      <w:pPr>
        <w:pStyle w:val="Bezmezer"/>
        <w:jc w:val="both"/>
      </w:pPr>
      <w:r>
        <w:t>Záruční doba je specifikována</w:t>
      </w:r>
      <w:r w:rsidR="00582C15">
        <w:t xml:space="preserve"> v </w:t>
      </w:r>
      <w:r>
        <w:t>pod-článku 11.1</w:t>
      </w:r>
      <w:r w:rsidR="00582C15">
        <w:t xml:space="preserve"> a v </w:t>
      </w:r>
      <w:r>
        <w:t>Technické specifikaci.</w:t>
      </w:r>
    </w:p>
    <w:p w:rsidR="00C96E7C" w:rsidRDefault="00C96E7C" w:rsidP="005B7883">
      <w:pPr>
        <w:pStyle w:val="Nadpisbezsl1-2"/>
      </w:pPr>
      <w:r>
        <w:t>1.1.4.15  Faktura</w:t>
      </w:r>
    </w:p>
    <w:p w:rsidR="00C96E7C" w:rsidRDefault="00C96E7C" w:rsidP="005B7883">
      <w:pPr>
        <w:pStyle w:val="Textbezodsazen"/>
      </w:pPr>
      <w:r>
        <w:t>U zhotovování Díla, které je spolufinancováno</w:t>
      </w:r>
      <w:r w:rsidR="00582C15">
        <w:t xml:space="preserve"> z </w:t>
      </w:r>
      <w:r>
        <w:t xml:space="preserve">prostředků OPD 2 nebo CEF, budou Faktury vystaveny dle vzoru specifikovaného ve </w:t>
      </w:r>
      <w:r w:rsidR="00D54131">
        <w:t>s</w:t>
      </w:r>
      <w:r>
        <w:t xml:space="preserve">měrnici </w:t>
      </w:r>
      <w:r w:rsidR="00D54131">
        <w:t xml:space="preserve">Objednatele </w:t>
      </w:r>
      <w:r>
        <w:t>SŽDC</w:t>
      </w:r>
      <w:r w:rsidR="00D54131">
        <w:t xml:space="preserve"> SM</w:t>
      </w:r>
      <w:r>
        <w:t xml:space="preserve"> č. </w:t>
      </w:r>
      <w:r w:rsidR="00005616">
        <w:t>41</w:t>
      </w:r>
      <w:r w:rsidR="00146747">
        <w:t xml:space="preserve"> Oběh účetních dokladů</w:t>
      </w:r>
      <w:r w:rsidR="00005616">
        <w:t xml:space="preserve"> </w:t>
      </w:r>
      <w:r w:rsidR="00582C15">
        <w:t>v </w:t>
      </w:r>
      <w:r>
        <w:t>platném znění, který Objednatel zašle Zhotoviteli</w:t>
      </w:r>
      <w:r w:rsidR="00582C15">
        <w:t xml:space="preserve"> v </w:t>
      </w:r>
      <w:r>
        <w:t>elektronické podobě. U</w:t>
      </w:r>
      <w:r w:rsidR="008F4AEA">
        <w:t> </w:t>
      </w:r>
      <w:r>
        <w:t>zhotovování Díla, které je financováno</w:t>
      </w:r>
      <w:r w:rsidR="00582C15">
        <w:t xml:space="preserve"> z </w:t>
      </w:r>
      <w:r>
        <w:t>národních zdrojů, budou Faktury vystavené</w:t>
      </w:r>
      <w:r w:rsidR="00582C15">
        <w:t xml:space="preserve"> v </w:t>
      </w:r>
      <w:r>
        <w:t>souladu</w:t>
      </w:r>
      <w:r w:rsidR="00582C15">
        <w:t xml:space="preserve"> s </w:t>
      </w:r>
      <w:r>
        <w:t>Právními předpisy. Vystavené Faktury se mají za kompletní, obsahují-li kromě náležitostí stanovených Právními předpisy také následující přílohy:</w:t>
      </w:r>
    </w:p>
    <w:p w:rsidR="00C96E7C" w:rsidRPr="005B7883" w:rsidRDefault="00C96E7C" w:rsidP="005D168C">
      <w:pPr>
        <w:pStyle w:val="Odstavec1-1a"/>
      </w:pPr>
      <w:r w:rsidRPr="005B7883">
        <w:t>Soupis zjišťovacích protokolů,</w:t>
      </w:r>
    </w:p>
    <w:p w:rsidR="00C96E7C" w:rsidRPr="005B7883" w:rsidRDefault="00C96E7C" w:rsidP="005D168C">
      <w:pPr>
        <w:pStyle w:val="Odstavec1-1a"/>
      </w:pPr>
      <w:r w:rsidRPr="005B7883">
        <w:t>Zjišťovací protokoly,</w:t>
      </w:r>
    </w:p>
    <w:p w:rsidR="00C96E7C" w:rsidRDefault="00C96E7C" w:rsidP="005D168C">
      <w:pPr>
        <w:pStyle w:val="Odstavec1-1a"/>
      </w:pPr>
      <w:r w:rsidRPr="005B7883">
        <w:t>Správcem</w:t>
      </w:r>
      <w:r>
        <w:t xml:space="preserve"> stavby odsouhlasený soupis provedených prací.</w:t>
      </w:r>
    </w:p>
    <w:p w:rsidR="00C96E7C" w:rsidRDefault="00C96E7C" w:rsidP="005B7883">
      <w:pPr>
        <w:pStyle w:val="Textbezodsazen"/>
      </w:pPr>
      <w:r>
        <w:t>Pro vyloučení pochybností se uvádí, že Zhotovitel může za účelem splnění povinností podle tohoto odstavce 1.1.4.15 předložit Objednateli společně</w:t>
      </w:r>
      <w:r w:rsidR="00582C15">
        <w:t xml:space="preserve"> s </w:t>
      </w:r>
      <w:r>
        <w:t>Fakturou také podkladové dokumenty předkládané společně</w:t>
      </w:r>
      <w:r w:rsidR="00582C15">
        <w:t xml:space="preserve"> s </w:t>
      </w:r>
      <w:r>
        <w:t>Vyúčtováním, obsahují-li informace požadované</w:t>
      </w:r>
      <w:r w:rsidR="00582C15">
        <w:t xml:space="preserve"> v </w:t>
      </w:r>
      <w:r>
        <w:t>písm. a) až c) tohoto odstavce 1.1.4.15.</w:t>
      </w:r>
    </w:p>
    <w:p w:rsidR="0071293B" w:rsidRDefault="0071293B" w:rsidP="0071293B">
      <w:pPr>
        <w:pStyle w:val="Textbezodsazen"/>
      </w:pPr>
      <w:r>
        <w:t>Rozdělní stavebních objektů mezi Objednatele 1 a Objednatele 2 je předmětem smlouvy o spolupráci uzavřené mezi oběma Objednateli. Dělení investic pro předmětné PS/SO dle financující</w:t>
      </w:r>
      <w:r w:rsidR="007B09A4">
        <w:t xml:space="preserve">ho Objednatele, viz Příloha č. 7 </w:t>
      </w:r>
      <w:r>
        <w:t>Smlouvy o dílo:</w:t>
      </w:r>
    </w:p>
    <w:p w:rsidR="0071293B" w:rsidRDefault="0071293B" w:rsidP="0071293B">
      <w:pPr>
        <w:pStyle w:val="Textbezodsazen"/>
      </w:pPr>
      <w:r>
        <w:t>-</w:t>
      </w:r>
      <w:r>
        <w:tab/>
        <w:t>objekty hrazené Objednatelem č. 1,</w:t>
      </w:r>
    </w:p>
    <w:p w:rsidR="0071293B" w:rsidRDefault="0071293B" w:rsidP="0071293B">
      <w:pPr>
        <w:pStyle w:val="Textbezodsazen"/>
      </w:pPr>
      <w:r>
        <w:t>-</w:t>
      </w:r>
      <w:r>
        <w:tab/>
        <w:t>objekty hrazené Objednatelem č. 2,</w:t>
      </w:r>
    </w:p>
    <w:p w:rsidR="0071293B" w:rsidRDefault="0071293B" w:rsidP="0071293B">
      <w:pPr>
        <w:pStyle w:val="Textbezodsazen"/>
      </w:pPr>
      <w:r>
        <w:t>Uvedené části Stavby nelze realizovat samostatně, nýbrž pouze jako celek.</w:t>
      </w:r>
    </w:p>
    <w:p w:rsidR="0071293B" w:rsidRDefault="0071293B" w:rsidP="0071293B">
      <w:pPr>
        <w:pStyle w:val="Textbezodsazen"/>
      </w:pPr>
      <w:r>
        <w:t>Každý z obou Objednatelů bude samostatně financovat SO a PS, náklady bude hradit na základě samostatných a oddělených faktur vystavovaných Zhotovitelem pro každého Objednatele zvlášť, a to v soula</w:t>
      </w:r>
      <w:r w:rsidR="0092484E">
        <w:t>du s rozdělením dle Přílohy č. 7</w:t>
      </w:r>
      <w:r>
        <w:t xml:space="preserve"> Smlouvy o dílo. Stejným způsobem bude řešena i fakturace podílů u společně hrazených objektů.</w:t>
      </w:r>
    </w:p>
    <w:p w:rsidR="0071293B" w:rsidRDefault="0071293B" w:rsidP="0071293B">
      <w:pPr>
        <w:pStyle w:val="Textbezodsazen"/>
      </w:pPr>
      <w:r>
        <w:t>Faktury pro Objednatele č. 1 budou vystaveny na: Správa železnicy, státní organizace, IČO: 70994234 DIČ: CZ70994234, se sídlem: Dlážděná 1003/7, 110 00 Praha 1 - Nové Město, adresa pro doručení faktury: Správa železniční dopravní cesty, státní organizace, Stavební správa západ, Sokolovská 1955/278, 190 00 Praha 9.</w:t>
      </w:r>
    </w:p>
    <w:p w:rsidR="0071293B" w:rsidRDefault="0071293B" w:rsidP="0071293B">
      <w:pPr>
        <w:pStyle w:val="Textbezodsazen"/>
      </w:pPr>
      <w:r>
        <w:t xml:space="preserve">Faktury pro Objednatele č. 2 budou vystaveny na: Středočeské muzuem v Roztokách u Prahy, příspěvková organizace., Sídlo: Zámek 1, Roztoky, PSČ 252 63, IČO:00069850, DIČ:CZ00069850, adresa pro doručení faktury: Středočeské muzeum v Roztokách u Prahy, příspěvková organizace, Sídlo: Zámek 1, Roztoky, PSČ 252 63.    </w:t>
      </w:r>
    </w:p>
    <w:p w:rsidR="0071293B" w:rsidRDefault="0071293B" w:rsidP="0071293B">
      <w:pPr>
        <w:pStyle w:val="Textbezodsazen"/>
      </w:pPr>
      <w:r>
        <w:t>U fakturace pro objednatele č. 2 bude uveden název akce „Prodloužení podchodu Roztoky, společná investice SŽDC z roztockého nádraží do zámku“</w:t>
      </w:r>
    </w:p>
    <w:p w:rsidR="0071293B" w:rsidRDefault="0071293B" w:rsidP="0071293B">
      <w:pPr>
        <w:pStyle w:val="Textbezodsazen"/>
      </w:pPr>
      <w:r>
        <w:t>Po dokončení stavby zpracuje Zhotovitel pro oba Objednatele závěrečné vyúčtování stavby, každému Objedna</w:t>
      </w:r>
      <w:r w:rsidR="0092484E">
        <w:t>teli samostatně dle Přílohy č. 7</w:t>
      </w:r>
      <w:r>
        <w:t xml:space="preserve"> Smlouvy o dílo.</w:t>
      </w:r>
    </w:p>
    <w:p w:rsidR="0071293B" w:rsidRDefault="0071293B" w:rsidP="005B7883">
      <w:pPr>
        <w:pStyle w:val="Textbezodsazen"/>
      </w:pPr>
    </w:p>
    <w:p w:rsidR="00C96E7C" w:rsidRPr="00EB6216" w:rsidRDefault="00C96E7C" w:rsidP="005B7883">
      <w:pPr>
        <w:pStyle w:val="Nadpisbezsl1-2"/>
        <w:rPr>
          <w:color w:val="00B050"/>
        </w:rPr>
      </w:pPr>
      <w:r>
        <w:lastRenderedPageBreak/>
        <w:t xml:space="preserve">1.1.5.6  Definice sekcí </w:t>
      </w:r>
    </w:p>
    <w:p w:rsidR="00333D0F" w:rsidRPr="00AA7F27" w:rsidRDefault="00333D0F" w:rsidP="00333D0F">
      <w:pPr>
        <w:pStyle w:val="Nadpistabulky"/>
        <w:jc w:val="both"/>
        <w:rPr>
          <w:sz w:val="18"/>
          <w:szCs w:val="18"/>
        </w:rPr>
      </w:pPr>
      <w:r w:rsidRPr="00AA7F27">
        <w:rPr>
          <w:sz w:val="18"/>
          <w:szCs w:val="18"/>
        </w:rPr>
        <w:t xml:space="preserve">Specifikace jednotlivých Sekcí: </w:t>
      </w:r>
    </w:p>
    <w:tbl>
      <w:tblPr>
        <w:tblStyle w:val="Tabulka10"/>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E0" w:firstRow="1" w:lastRow="1" w:firstColumn="1" w:lastColumn="0" w:noHBand="0" w:noVBand="1"/>
      </w:tblPr>
      <w:tblGrid>
        <w:gridCol w:w="2947"/>
        <w:gridCol w:w="5921"/>
      </w:tblGrid>
      <w:tr w:rsidR="00333D0F" w:rsidRPr="005D168C" w:rsidTr="009D1F4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333D0F" w:rsidRPr="009D1F4D" w:rsidRDefault="00333D0F" w:rsidP="00D54669">
            <w:pPr>
              <w:pStyle w:val="Tabulka"/>
            </w:pPr>
            <w:r w:rsidRPr="009D1F4D">
              <w:t>Popis</w:t>
            </w:r>
          </w:p>
        </w:tc>
        <w:tc>
          <w:tcPr>
            <w:tcW w:w="592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333D0F" w:rsidRPr="009D1F4D" w:rsidRDefault="00333D0F" w:rsidP="00D54669">
            <w:pPr>
              <w:pStyle w:val="Tabulka"/>
              <w:cnfStyle w:val="100000000000" w:firstRow="1" w:lastRow="0" w:firstColumn="0" w:lastColumn="0" w:oddVBand="0" w:evenVBand="0" w:oddHBand="0" w:evenHBand="0" w:firstRowFirstColumn="0" w:firstRowLastColumn="0" w:lastRowFirstColumn="0" w:lastRowLastColumn="0"/>
            </w:pPr>
            <w:r w:rsidRPr="009D1F4D">
              <w:t>Doba pro dokončení</w:t>
            </w:r>
          </w:p>
        </w:tc>
      </w:tr>
      <w:tr w:rsidR="00333D0F" w:rsidTr="009D1F4D">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333D0F" w:rsidRPr="009D1F4D" w:rsidRDefault="00333D0F" w:rsidP="00D54669">
            <w:pPr>
              <w:pStyle w:val="Tabulka"/>
              <w:rPr>
                <w:b w:val="0"/>
              </w:rPr>
            </w:pPr>
            <w:r w:rsidRPr="009D1F4D">
              <w:rPr>
                <w:b w:val="0"/>
              </w:rPr>
              <w:t>Sekce 1 stavební</w:t>
            </w:r>
          </w:p>
          <w:p w:rsidR="00333D0F" w:rsidRPr="009D1F4D" w:rsidRDefault="00333D0F" w:rsidP="00D54669">
            <w:pPr>
              <w:pStyle w:val="Tabulka"/>
              <w:rPr>
                <w:b w:val="0"/>
              </w:rPr>
            </w:pPr>
            <w:r w:rsidRPr="009D1F4D">
              <w:rPr>
                <w:b w:val="0"/>
              </w:rPr>
              <w:t>Zahrnující všechny SO kromě 98-98 – Všeobecný objekt</w:t>
            </w:r>
          </w:p>
        </w:tc>
        <w:tc>
          <w:tcPr>
            <w:tcW w:w="592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333D0F" w:rsidRPr="009D1F4D" w:rsidRDefault="00244AD4" w:rsidP="00D54669">
            <w:pPr>
              <w:pStyle w:val="Tabulka"/>
              <w:cnfStyle w:val="010000000000" w:firstRow="0" w:lastRow="1" w:firstColumn="0" w:lastColumn="0" w:oddVBand="0" w:evenVBand="0" w:oddHBand="0" w:evenHBand="0" w:firstRowFirstColumn="0" w:firstRowLastColumn="0" w:lastRowFirstColumn="0" w:lastRowLastColumn="0"/>
              <w:rPr>
                <w:b w:val="0"/>
              </w:rPr>
            </w:pPr>
            <w:r w:rsidRPr="009D1F4D">
              <w:rPr>
                <w:b w:val="0"/>
              </w:rPr>
              <w:t>15</w:t>
            </w:r>
            <w:r w:rsidR="00333D0F" w:rsidRPr="009D1F4D">
              <w:rPr>
                <w:b w:val="0"/>
              </w:rPr>
              <w:t xml:space="preserve"> měsíců</w:t>
            </w:r>
            <w:r w:rsidR="009D1F4D" w:rsidRPr="009D1F4D">
              <w:rPr>
                <w:b w:val="0"/>
              </w:rPr>
              <w:t xml:space="preserve"> od Data zahájení prací</w:t>
            </w:r>
          </w:p>
        </w:tc>
      </w:tr>
    </w:tbl>
    <w:p w:rsidR="00D80E54" w:rsidRDefault="00D80E54" w:rsidP="005B7883">
      <w:pPr>
        <w:pStyle w:val="Nadpisbezsl1-2"/>
      </w:pPr>
    </w:p>
    <w:p w:rsidR="00C96E7C" w:rsidRDefault="00C96E7C" w:rsidP="005B7883">
      <w:pPr>
        <w:pStyle w:val="Nadpisbezsl1-2"/>
      </w:pPr>
      <w:r>
        <w:t>1.3  Elektronické přenosové systémy</w:t>
      </w:r>
    </w:p>
    <w:p w:rsidR="00C96E7C" w:rsidRDefault="00C96E7C" w:rsidP="005D168C">
      <w:pPr>
        <w:pStyle w:val="Textbezodsazen"/>
      </w:pPr>
      <w:r>
        <w:t>Elektronickým přenosovým systémem ve smyslu pod-článku 1.3 se rozumí zasílání elektronických dokumentů prostřednictvím veřejné datové sítě do datové schránky Objednatele</w:t>
      </w:r>
      <w:r w:rsidR="00582C15">
        <w:t xml:space="preserve"> s </w:t>
      </w:r>
      <w:r>
        <w:t>ID:</w:t>
      </w:r>
      <w:r w:rsidR="003E2E24">
        <w:t xml:space="preserve"> uccchjm</w:t>
      </w:r>
      <w:r>
        <w:t xml:space="preserve"> nebo zasílání elektronické pošty emailem na emailovou adresu člena Personálu objednatele, který je oprávněn</w:t>
      </w:r>
      <w:r w:rsidR="00582C15">
        <w:t xml:space="preserve"> v </w:t>
      </w:r>
      <w:r>
        <w:t>dané věci za Objednatele jednat. Emailová adresa příslušného člena Personálu objednatele bude Zhotoviteli sdělena Správcem stavby. Změnu nebo doplnění dalšího bankovního spojení Zhotovitele ve smyslu článku 14.7 lze</w:t>
      </w:r>
      <w:r w:rsidR="00582C15">
        <w:t xml:space="preserve"> v </w:t>
      </w:r>
      <w:r>
        <w:t>elektronické formě provést výlučně na základě žádosti doručené do datové schránky Objednatele specifikované</w:t>
      </w:r>
      <w:r w:rsidR="00582C15">
        <w:t xml:space="preserve"> v </w:t>
      </w:r>
      <w:r>
        <w:t>této Příloze</w:t>
      </w:r>
      <w:r w:rsidR="00582C15">
        <w:t xml:space="preserve"> k </w:t>
      </w:r>
      <w:r>
        <w:t xml:space="preserve">nabídce.  </w:t>
      </w:r>
    </w:p>
    <w:p w:rsidR="00C96E7C" w:rsidRPr="005075E5" w:rsidRDefault="00C96E7C" w:rsidP="005D168C">
      <w:pPr>
        <w:pStyle w:val="Nadpisbezsl1-2"/>
        <w:rPr>
          <w:strike/>
        </w:rPr>
      </w:pPr>
      <w:r>
        <w:t>1.4</w:t>
      </w:r>
      <w:r w:rsidR="005D168C">
        <w:t xml:space="preserve">  </w:t>
      </w:r>
      <w:r w:rsidR="005D168C">
        <w:tab/>
      </w:r>
      <w:r>
        <w:t>Rozhodné právo</w:t>
      </w:r>
      <w:r w:rsidR="005D168C">
        <w:t xml:space="preserve"> </w:t>
      </w:r>
    </w:p>
    <w:p w:rsidR="00C96E7C" w:rsidRDefault="00C96E7C" w:rsidP="005D168C">
      <w:pPr>
        <w:pStyle w:val="Textbezodsazen"/>
      </w:pPr>
      <w:r>
        <w:t>Smlouva se řídí českým právem.</w:t>
      </w:r>
    </w:p>
    <w:p w:rsidR="00C96E7C" w:rsidRDefault="00C96E7C" w:rsidP="005B7883">
      <w:pPr>
        <w:pStyle w:val="Nadpisbezsl1-2"/>
      </w:pPr>
      <w:r>
        <w:t xml:space="preserve">1.4  </w:t>
      </w:r>
      <w:r w:rsidR="005D168C">
        <w:tab/>
      </w:r>
      <w:r>
        <w:t>Rozhodující jazyk</w:t>
      </w:r>
    </w:p>
    <w:p w:rsidR="00C96E7C" w:rsidRDefault="00C96E7C" w:rsidP="005D168C">
      <w:pPr>
        <w:pStyle w:val="Textbezodsazen"/>
      </w:pPr>
      <w:r>
        <w:t>Rozhodujícím jazykem je český jazyk.</w:t>
      </w:r>
    </w:p>
    <w:p w:rsidR="00C96E7C" w:rsidRDefault="00C96E7C" w:rsidP="005B7883">
      <w:pPr>
        <w:pStyle w:val="Nadpisbezsl1-2"/>
      </w:pPr>
      <w:r>
        <w:t xml:space="preserve">1.4  </w:t>
      </w:r>
      <w:r w:rsidR="005D168C">
        <w:tab/>
      </w:r>
      <w:r>
        <w:t>Komunikační jazyk</w:t>
      </w:r>
    </w:p>
    <w:p w:rsidR="00C96E7C" w:rsidRDefault="00C96E7C" w:rsidP="005D168C">
      <w:pPr>
        <w:pStyle w:val="Textbezodsazen"/>
      </w:pPr>
      <w:r>
        <w:t>Komunikačním jazykem je český jazyk.</w:t>
      </w:r>
    </w:p>
    <w:p w:rsidR="00C96E7C" w:rsidRDefault="00C96E7C" w:rsidP="005B7883">
      <w:pPr>
        <w:pStyle w:val="Nadpisbezsl1-2"/>
      </w:pPr>
      <w:r>
        <w:t xml:space="preserve">1.14  </w:t>
      </w:r>
      <w:r w:rsidR="005D168C">
        <w:tab/>
      </w:r>
      <w:r>
        <w:t>Společná účast dvou</w:t>
      </w:r>
      <w:r w:rsidR="00582C15">
        <w:t xml:space="preserve"> a </w:t>
      </w:r>
      <w:r>
        <w:t>více zhotovitelů</w:t>
      </w:r>
    </w:p>
    <w:p w:rsidR="00C96E7C" w:rsidRDefault="00C96E7C" w:rsidP="005D168C">
      <w:pPr>
        <w:pStyle w:val="Textbezodsazen"/>
      </w:pPr>
      <w:r>
        <w:t>V případě zhotovování Díla více Zhotoviteli</w:t>
      </w:r>
      <w:r w:rsidR="00582C15">
        <w:t xml:space="preserve"> v </w:t>
      </w:r>
      <w:r>
        <w:t>souladu</w:t>
      </w:r>
      <w:r w:rsidR="00582C15">
        <w:t xml:space="preserve"> s </w:t>
      </w:r>
      <w:r>
        <w:t>jejich společnou nabídkou nesou odpovědnost za plnění jejich povinností ze Smlouvy všichni Zhotovitelé společně</w:t>
      </w:r>
      <w:r w:rsidR="00582C15">
        <w:t xml:space="preserve"> a </w:t>
      </w:r>
      <w:r>
        <w:t xml:space="preserve">nerozdílně. Jako vedoucí Zhotovitel je určen </w:t>
      </w:r>
      <w:r w:rsidR="00906C36" w:rsidRPr="00906C36">
        <w:rPr>
          <w:highlight w:val="yellow"/>
        </w:rPr>
        <w:t>VLOŽÍ</w:t>
      </w:r>
      <w:r w:rsidRPr="00906C36">
        <w:rPr>
          <w:highlight w:val="yellow"/>
        </w:rPr>
        <w:t xml:space="preserve"> Z</w:t>
      </w:r>
      <w:r w:rsidRPr="00E41EEA">
        <w:rPr>
          <w:highlight w:val="yellow"/>
        </w:rPr>
        <w:t>HOTOVITELÉ</w:t>
      </w:r>
      <w:r>
        <w:t xml:space="preserve"> (dále jen Vedoucí zhotovitel). Vedoucí zhotovitel prohlašuje, že je oprávněn ve věcech Smlouvy zastupovat každého ze Zhotovitelů, jakož</w:t>
      </w:r>
      <w:r w:rsidR="00582C15">
        <w:t xml:space="preserve"> i </w:t>
      </w:r>
      <w:r>
        <w:t>všechny Zhotovitele společně</w:t>
      </w:r>
      <w:r w:rsidR="00582C15">
        <w:t xml:space="preserve"> a </w:t>
      </w:r>
      <w:r>
        <w:t>je oprávněn rovněž za ně přijímat pokyny</w:t>
      </w:r>
      <w:r w:rsidR="00582C15">
        <w:t xml:space="preserve"> a </w:t>
      </w:r>
      <w:r>
        <w:t>platby Objednatele. Vystavovat daňové doklady – faktury za činnosti vykonávané</w:t>
      </w:r>
      <w:r w:rsidR="00582C15">
        <w:t xml:space="preserve"> v </w:t>
      </w:r>
      <w:r>
        <w:t>případech zhotovování Díla více Zhotoviteli</w:t>
      </w:r>
      <w:r w:rsidR="00582C15">
        <w:t xml:space="preserve"> v </w:t>
      </w:r>
      <w:r>
        <w:t>souladu</w:t>
      </w:r>
      <w:r w:rsidR="00582C15">
        <w:t xml:space="preserve"> s </w:t>
      </w:r>
      <w:r>
        <w:t>jejich společnou nabídkou je povinen vůči Objednateli pouze Vedoucí zhotovitel, tj. na daňovém dokladu bude uveden (identifikován) jako osoba uskutečňující ekonomickou činnost jako poskytovatel služby (v souladu se zákonem č.235/2004 Sb.,</w:t>
      </w:r>
      <w:r w:rsidR="00582C15">
        <w:t xml:space="preserve"> o </w:t>
      </w:r>
      <w:r>
        <w:t>dani</w:t>
      </w:r>
      <w:r w:rsidR="00582C15">
        <w:t xml:space="preserve"> z </w:t>
      </w:r>
      <w:r>
        <w:t>přidané hodnoty).</w:t>
      </w:r>
    </w:p>
    <w:p w:rsidR="00C96E7C" w:rsidRDefault="00C96E7C" w:rsidP="005D168C">
      <w:pPr>
        <w:pStyle w:val="Textbezodsazen"/>
      </w:pPr>
      <w:r>
        <w:t xml:space="preserve">Vedoucí zhotovitel musí své zmocnění prokázat doložením příslušného zmocnění, které tvoří Přílohu č. </w:t>
      </w:r>
      <w:r w:rsidR="00023076">
        <w:t>8</w:t>
      </w:r>
      <w:r>
        <w:t xml:space="preserve"> Smlouvy</w:t>
      </w:r>
      <w:r w:rsidR="00582C15">
        <w:t xml:space="preserve"> o </w:t>
      </w:r>
      <w:r>
        <w:t>dílo. Zmocnění Vedoucího zhotovitele musí trvat po celou dobu trvání této Smlouvy. Změna Vedoucího zhotovitele musí být oznámena Správci stavby spolu se sdělením souhlasu ostatních Zhotovitelů. Účinnost změny Vedoucího zhotovitele vůči Objednateli nastává uplynutím třetího pracovníh</w:t>
      </w:r>
      <w:r w:rsidR="00582C15">
        <w:t>o</w:t>
      </w:r>
      <w:r>
        <w:t xml:space="preserve"> dne po doručení oznámení</w:t>
      </w:r>
      <w:r w:rsidR="00582C15">
        <w:t xml:space="preserve"> o </w:t>
      </w:r>
      <w:r>
        <w:t>této změně. Ke změně bankovního spojení může dojít pouze postupem uvedeným</w:t>
      </w:r>
      <w:r w:rsidR="00582C15">
        <w:t xml:space="preserve"> v </w:t>
      </w:r>
      <w:r>
        <w:t>pod-článku 14.7 Smluvních podmínek.</w:t>
      </w:r>
    </w:p>
    <w:p w:rsidR="00EC7081" w:rsidRPr="00EB6216" w:rsidRDefault="00EC7081" w:rsidP="005D168C">
      <w:pPr>
        <w:pStyle w:val="Textbezodsazen"/>
        <w:rPr>
          <w:b/>
          <w:sz w:val="20"/>
          <w:szCs w:val="20"/>
        </w:rPr>
      </w:pPr>
      <w:r w:rsidRPr="00EB6216">
        <w:rPr>
          <w:b/>
          <w:sz w:val="20"/>
          <w:szCs w:val="20"/>
        </w:rPr>
        <w:t>1.15 Sociální odpovědnost</w:t>
      </w:r>
    </w:p>
    <w:p w:rsidR="007B1246" w:rsidRDefault="007B1246" w:rsidP="005D168C">
      <w:pPr>
        <w:pStyle w:val="Textbezodsazen"/>
      </w:pPr>
      <w:r w:rsidRPr="009F4424">
        <w:t>Tento pod-článek se nepoužije.</w:t>
      </w:r>
    </w:p>
    <w:p w:rsidR="00C96E7C" w:rsidRDefault="00C96E7C" w:rsidP="005B7883">
      <w:pPr>
        <w:pStyle w:val="Nadpisbezsl1-2"/>
      </w:pPr>
      <w:r>
        <w:t>2.1  Právo přístupu na staveniště</w:t>
      </w:r>
    </w:p>
    <w:p w:rsidR="00C96E7C" w:rsidRDefault="00C96E7C" w:rsidP="005D168C">
      <w:pPr>
        <w:pStyle w:val="Textbezodsazen"/>
      </w:pPr>
      <w:r>
        <w:t xml:space="preserve">Přístup na Staveniště bude Zhotoviteli umožněn od </w:t>
      </w:r>
      <w:r w:rsidR="00D45CD0">
        <w:t>předání staveniště (předpoklad 02/2021)</w:t>
      </w:r>
      <w:r>
        <w:t xml:space="preserve"> do dne předání Dokumentů souvisejících</w:t>
      </w:r>
      <w:r w:rsidR="00582C15">
        <w:t xml:space="preserve"> s </w:t>
      </w:r>
      <w:r>
        <w:t xml:space="preserve">předáním Díla dle pod-článku 7.9. </w:t>
      </w:r>
    </w:p>
    <w:p w:rsidR="00C96E7C" w:rsidRDefault="00C96E7C" w:rsidP="005B7883">
      <w:pPr>
        <w:pStyle w:val="Nadpisbezsl1-2"/>
      </w:pPr>
      <w:r>
        <w:lastRenderedPageBreak/>
        <w:t>2.3  Personál objednatele</w:t>
      </w:r>
    </w:p>
    <w:p w:rsidR="00C96E7C" w:rsidRDefault="00C96E7C" w:rsidP="005F054D">
      <w:pPr>
        <w:pStyle w:val="Textbezodsazen"/>
      </w:pPr>
      <w:r>
        <w:t>Ve věcech smluvních</w:t>
      </w:r>
      <w:r w:rsidR="00582C15">
        <w:t xml:space="preserve"> a </w:t>
      </w:r>
      <w:r>
        <w:t>obchodních (vyjma podpisu Smlouvy</w:t>
      </w:r>
      <w:r w:rsidR="00582C15">
        <w:t xml:space="preserve"> o </w:t>
      </w:r>
      <w:r w:rsidR="005D168C">
        <w:t>dílo</w:t>
      </w:r>
      <w:r w:rsidR="00582C15">
        <w:t xml:space="preserve"> a </w:t>
      </w:r>
      <w:r w:rsidR="005D168C">
        <w:t>případně jejích změn</w:t>
      </w:r>
      <w:r w:rsidR="00582C15">
        <w:t xml:space="preserve"> a </w:t>
      </w:r>
      <w:r>
        <w:t>dodatků):</w:t>
      </w:r>
    </w:p>
    <w:p w:rsidR="005F054D" w:rsidRPr="005F054D" w:rsidRDefault="005F054D" w:rsidP="005F054D">
      <w:pPr>
        <w:pStyle w:val="Textbezodsazen"/>
        <w:spacing w:after="0"/>
      </w:pPr>
      <w:r w:rsidRPr="005F054D">
        <w:t>Mgr. Štěpán Hošna</w:t>
      </w:r>
    </w:p>
    <w:p w:rsidR="005F054D" w:rsidRPr="005F054D" w:rsidRDefault="005F054D" w:rsidP="005F054D">
      <w:pPr>
        <w:pStyle w:val="Textbezodsazen"/>
        <w:spacing w:after="0"/>
      </w:pPr>
      <w:r w:rsidRPr="005F054D">
        <w:t>Správa železnic, státní organizace</w:t>
      </w:r>
    </w:p>
    <w:p w:rsidR="005F054D" w:rsidRPr="005F054D" w:rsidRDefault="005F054D" w:rsidP="005F054D">
      <w:pPr>
        <w:pStyle w:val="Textbezodsazen"/>
        <w:spacing w:after="0"/>
      </w:pPr>
      <w:r w:rsidRPr="005F054D">
        <w:t>Stavební správa západ</w:t>
      </w:r>
    </w:p>
    <w:p w:rsidR="005F054D" w:rsidRPr="005F054D" w:rsidRDefault="005F054D" w:rsidP="005F054D">
      <w:pPr>
        <w:pStyle w:val="Textbezodsazen"/>
        <w:spacing w:after="0"/>
      </w:pPr>
      <w:r w:rsidRPr="005F054D">
        <w:t>Sokolovská 278/1955, 190 00 Praha 9</w:t>
      </w:r>
    </w:p>
    <w:p w:rsidR="005F054D" w:rsidRPr="005F054D" w:rsidRDefault="005F054D" w:rsidP="005F054D">
      <w:pPr>
        <w:pStyle w:val="Textbezodsazen"/>
        <w:spacing w:after="0"/>
        <w:rPr>
          <w:u w:val="single"/>
        </w:rPr>
      </w:pPr>
      <w:r w:rsidRPr="005F054D">
        <w:t xml:space="preserve">tel. 972 244 874, mobil 724 050 453, e-mail: </w:t>
      </w:r>
      <w:hyperlink r:id="rId11" w:history="1">
        <w:r w:rsidRPr="005F054D">
          <w:rPr>
            <w:rStyle w:val="Hypertextovodkaz"/>
            <w:noProof w:val="0"/>
          </w:rPr>
          <w:t>Hosna@szdc.cz</w:t>
        </w:r>
      </w:hyperlink>
    </w:p>
    <w:p w:rsidR="005F054D" w:rsidRDefault="005F054D" w:rsidP="005F054D">
      <w:pPr>
        <w:pStyle w:val="Textbezodsazen"/>
      </w:pPr>
    </w:p>
    <w:p w:rsidR="00825695" w:rsidRDefault="00825695" w:rsidP="00825695">
      <w:pPr>
        <w:pStyle w:val="Textbezodsazen"/>
      </w:pPr>
      <w:r>
        <w:t>V</w:t>
      </w:r>
      <w:r w:rsidR="003E2E24">
        <w:t>e věci kontroly požití alkoholu a/nebo návykových látek</w:t>
      </w:r>
      <w:r>
        <w:t>:</w:t>
      </w:r>
    </w:p>
    <w:p w:rsidR="00825695" w:rsidRPr="007A469B" w:rsidRDefault="00825695" w:rsidP="00825695">
      <w:pPr>
        <w:overflowPunct w:val="0"/>
        <w:autoSpaceDE w:val="0"/>
        <w:autoSpaceDN w:val="0"/>
        <w:adjustRightInd w:val="0"/>
        <w:spacing w:after="0" w:line="264" w:lineRule="auto"/>
        <w:jc w:val="both"/>
        <w:textAlignment w:val="baseline"/>
        <w:rPr>
          <w:sz w:val="18"/>
          <w:szCs w:val="18"/>
        </w:rPr>
      </w:pPr>
      <w:r w:rsidRPr="007A469B">
        <w:rPr>
          <w:sz w:val="18"/>
          <w:szCs w:val="18"/>
        </w:rPr>
        <w:t>Ing. Martin Šesták</w:t>
      </w:r>
    </w:p>
    <w:p w:rsidR="00825695" w:rsidRPr="007A469B" w:rsidRDefault="00825695" w:rsidP="00825695">
      <w:pPr>
        <w:overflowPunct w:val="0"/>
        <w:autoSpaceDE w:val="0"/>
        <w:autoSpaceDN w:val="0"/>
        <w:adjustRightInd w:val="0"/>
        <w:spacing w:after="0" w:line="240" w:lineRule="auto"/>
        <w:jc w:val="both"/>
        <w:textAlignment w:val="baseline"/>
        <w:rPr>
          <w:rFonts w:eastAsia="Times New Roman" w:cs="Times New Roman"/>
          <w:sz w:val="18"/>
          <w:szCs w:val="18"/>
          <w:lang w:eastAsia="cs-CZ"/>
        </w:rPr>
      </w:pPr>
      <w:r w:rsidRPr="007A469B">
        <w:rPr>
          <w:rFonts w:eastAsia="Times New Roman" w:cs="Times New Roman"/>
          <w:sz w:val="18"/>
          <w:szCs w:val="18"/>
          <w:lang w:eastAsia="cs-CZ"/>
        </w:rPr>
        <w:t>Správa železnic, státní organizace</w:t>
      </w:r>
    </w:p>
    <w:p w:rsidR="00825695" w:rsidRPr="007A469B" w:rsidRDefault="00825695" w:rsidP="00825695">
      <w:pPr>
        <w:overflowPunct w:val="0"/>
        <w:autoSpaceDE w:val="0"/>
        <w:autoSpaceDN w:val="0"/>
        <w:adjustRightInd w:val="0"/>
        <w:spacing w:after="0" w:line="240" w:lineRule="auto"/>
        <w:jc w:val="both"/>
        <w:textAlignment w:val="baseline"/>
        <w:rPr>
          <w:rFonts w:eastAsia="Times New Roman" w:cs="Times New Roman"/>
          <w:sz w:val="18"/>
          <w:szCs w:val="18"/>
          <w:lang w:eastAsia="cs-CZ"/>
        </w:rPr>
      </w:pPr>
      <w:r w:rsidRPr="007A469B">
        <w:rPr>
          <w:rFonts w:eastAsia="Times New Roman" w:cs="Times New Roman"/>
          <w:sz w:val="18"/>
          <w:szCs w:val="18"/>
          <w:lang w:eastAsia="cs-CZ"/>
        </w:rPr>
        <w:t>Stavební správa západ</w:t>
      </w:r>
    </w:p>
    <w:p w:rsidR="00825695" w:rsidRPr="007A469B" w:rsidRDefault="00825695" w:rsidP="00825695">
      <w:pPr>
        <w:overflowPunct w:val="0"/>
        <w:autoSpaceDE w:val="0"/>
        <w:autoSpaceDN w:val="0"/>
        <w:adjustRightInd w:val="0"/>
        <w:spacing w:after="0" w:line="264" w:lineRule="auto"/>
        <w:jc w:val="both"/>
        <w:textAlignment w:val="baseline"/>
        <w:rPr>
          <w:rFonts w:eastAsia="Times New Roman" w:cs="Times New Roman"/>
          <w:sz w:val="18"/>
          <w:szCs w:val="18"/>
          <w:lang w:eastAsia="cs-CZ"/>
        </w:rPr>
      </w:pPr>
      <w:r w:rsidRPr="007A469B">
        <w:rPr>
          <w:rFonts w:eastAsia="Times New Roman" w:cs="Times New Roman"/>
          <w:sz w:val="18"/>
          <w:szCs w:val="18"/>
          <w:lang w:eastAsia="cs-CZ"/>
        </w:rPr>
        <w:t xml:space="preserve">Sokolovská </w:t>
      </w:r>
      <w:r>
        <w:rPr>
          <w:rFonts w:eastAsia="Times New Roman" w:cs="Times New Roman"/>
          <w:sz w:val="18"/>
          <w:szCs w:val="18"/>
          <w:lang w:eastAsia="cs-CZ"/>
        </w:rPr>
        <w:t>278/</w:t>
      </w:r>
      <w:r w:rsidRPr="007A469B">
        <w:rPr>
          <w:rFonts w:eastAsia="Times New Roman" w:cs="Times New Roman"/>
          <w:sz w:val="18"/>
          <w:szCs w:val="18"/>
          <w:lang w:eastAsia="cs-CZ"/>
        </w:rPr>
        <w:t>1955</w:t>
      </w:r>
      <w:r>
        <w:rPr>
          <w:rFonts w:eastAsia="Times New Roman" w:cs="Times New Roman"/>
          <w:sz w:val="18"/>
          <w:szCs w:val="18"/>
          <w:lang w:eastAsia="cs-CZ"/>
        </w:rPr>
        <w:t>,</w:t>
      </w:r>
      <w:r w:rsidRPr="007A469B">
        <w:rPr>
          <w:rFonts w:eastAsia="Times New Roman" w:cs="Times New Roman"/>
          <w:sz w:val="18"/>
          <w:szCs w:val="18"/>
          <w:lang w:eastAsia="cs-CZ"/>
        </w:rPr>
        <w:t xml:space="preserve"> 190 00 Praha 9</w:t>
      </w:r>
    </w:p>
    <w:p w:rsidR="00825695" w:rsidRPr="007A469B" w:rsidRDefault="00825695" w:rsidP="00825695">
      <w:pPr>
        <w:overflowPunct w:val="0"/>
        <w:autoSpaceDE w:val="0"/>
        <w:autoSpaceDN w:val="0"/>
        <w:adjustRightInd w:val="0"/>
        <w:spacing w:after="0" w:line="264" w:lineRule="auto"/>
        <w:jc w:val="both"/>
        <w:textAlignment w:val="baseline"/>
        <w:rPr>
          <w:rFonts w:eastAsia="Times New Roman" w:cs="Times New Roman"/>
          <w:sz w:val="18"/>
          <w:szCs w:val="18"/>
          <w:lang w:eastAsia="cs-CZ"/>
        </w:rPr>
      </w:pPr>
      <w:r w:rsidRPr="007A469B">
        <w:rPr>
          <w:rFonts w:eastAsia="Times New Roman" w:cs="Times New Roman"/>
          <w:sz w:val="18"/>
          <w:szCs w:val="18"/>
          <w:lang w:eastAsia="cs-CZ"/>
        </w:rPr>
        <w:t>Pracoviště: Sušická 25, 326 00 Plzeň</w:t>
      </w:r>
    </w:p>
    <w:p w:rsidR="00825695" w:rsidRDefault="00825695" w:rsidP="00825695">
      <w:pPr>
        <w:overflowPunct w:val="0"/>
        <w:autoSpaceDE w:val="0"/>
        <w:autoSpaceDN w:val="0"/>
        <w:adjustRightInd w:val="0"/>
        <w:spacing w:after="0" w:line="264" w:lineRule="auto"/>
        <w:jc w:val="both"/>
        <w:textAlignment w:val="baseline"/>
        <w:rPr>
          <w:rFonts w:eastAsia="Times New Roman" w:cs="Times New Roman"/>
          <w:sz w:val="18"/>
          <w:szCs w:val="18"/>
          <w:lang w:eastAsia="cs-CZ"/>
        </w:rPr>
      </w:pPr>
      <w:r w:rsidRPr="007A469B">
        <w:rPr>
          <w:rFonts w:eastAsia="Times New Roman" w:cs="Times New Roman"/>
          <w:sz w:val="18"/>
          <w:szCs w:val="18"/>
          <w:lang w:eastAsia="cs-CZ"/>
        </w:rPr>
        <w:t>tel. 972</w:t>
      </w:r>
      <w:r>
        <w:rPr>
          <w:rFonts w:eastAsia="Times New Roman" w:cs="Times New Roman"/>
          <w:sz w:val="18"/>
          <w:szCs w:val="18"/>
          <w:lang w:eastAsia="cs-CZ"/>
        </w:rPr>
        <w:t> 522 708</w:t>
      </w:r>
      <w:r w:rsidRPr="007A469B">
        <w:rPr>
          <w:rFonts w:eastAsia="Times New Roman" w:cs="Times New Roman"/>
          <w:sz w:val="18"/>
          <w:szCs w:val="18"/>
          <w:lang w:eastAsia="cs-CZ"/>
        </w:rPr>
        <w:t xml:space="preserve">, mobil </w:t>
      </w:r>
      <w:r>
        <w:rPr>
          <w:rFonts w:eastAsia="Times New Roman" w:cs="Times New Roman"/>
          <w:sz w:val="18"/>
          <w:szCs w:val="18"/>
          <w:lang w:eastAsia="cs-CZ"/>
        </w:rPr>
        <w:t>602 708 920</w:t>
      </w:r>
      <w:r w:rsidRPr="007A469B">
        <w:rPr>
          <w:rFonts w:eastAsia="Times New Roman" w:cs="Times New Roman"/>
          <w:sz w:val="18"/>
          <w:szCs w:val="18"/>
          <w:lang w:eastAsia="cs-CZ"/>
        </w:rPr>
        <w:t xml:space="preserve">, e-mail: </w:t>
      </w:r>
      <w:hyperlink r:id="rId12" w:history="1">
        <w:r w:rsidRPr="00A07D67">
          <w:rPr>
            <w:rStyle w:val="Hypertextovodkaz"/>
            <w:rFonts w:eastAsia="Times New Roman" w:cs="Times New Roman"/>
            <w:noProof w:val="0"/>
            <w:sz w:val="18"/>
            <w:szCs w:val="18"/>
            <w:lang w:eastAsia="cs-CZ"/>
          </w:rPr>
          <w:t>SestakM@szdc.cz</w:t>
        </w:r>
      </w:hyperlink>
    </w:p>
    <w:p w:rsidR="003E2E24" w:rsidRDefault="003E2E24" w:rsidP="00825695">
      <w:pPr>
        <w:pStyle w:val="Textbezodsazen"/>
        <w:ind w:left="720"/>
      </w:pPr>
    </w:p>
    <w:p w:rsidR="00C96E7C" w:rsidRDefault="00C96E7C" w:rsidP="005B7883">
      <w:pPr>
        <w:pStyle w:val="Nadpisbezsl1-2"/>
      </w:pPr>
      <w:r>
        <w:t>3.1  Povinnosti</w:t>
      </w:r>
      <w:r w:rsidR="00582C15">
        <w:t xml:space="preserve"> a </w:t>
      </w:r>
      <w:r>
        <w:t>pravomoc správce stavby</w:t>
      </w:r>
    </w:p>
    <w:p w:rsidR="00C96E7C" w:rsidRDefault="00C96E7C" w:rsidP="005D168C">
      <w:pPr>
        <w:pStyle w:val="Textbezodsazen"/>
      </w:pPr>
      <w:r>
        <w:t>Správce stavby je oprávněn na žádost Zhotovitele upravit délku lhůt uvedených</w:t>
      </w:r>
      <w:r w:rsidR="00582C15">
        <w:t xml:space="preserve"> v </w:t>
      </w:r>
      <w:r>
        <w:t>Technické specifikaci nebo</w:t>
      </w:r>
      <w:r w:rsidR="00582C15">
        <w:t xml:space="preserve"> v </w:t>
      </w:r>
      <w:r>
        <w:t>dalších předpisech vydaných Objednatelem pro ty SO</w:t>
      </w:r>
      <w:r w:rsidR="00582C15">
        <w:t xml:space="preserve"> a </w:t>
      </w:r>
      <w:r>
        <w:t>PS,</w:t>
      </w:r>
      <w:r w:rsidR="00582C15">
        <w:t xml:space="preserve"> u </w:t>
      </w:r>
      <w:r>
        <w:t>kterých je mezi dnem Zahájení prací</w:t>
      </w:r>
      <w:r w:rsidR="00582C15">
        <w:t xml:space="preserve"> a </w:t>
      </w:r>
      <w:r>
        <w:t>zahájením realizace těchto SO</w:t>
      </w:r>
      <w:r w:rsidR="00582C15">
        <w:t xml:space="preserve"> a </w:t>
      </w:r>
      <w:r>
        <w:t>PS kratší časový úsek, než jsou tyto požadované lhůty.</w:t>
      </w:r>
    </w:p>
    <w:p w:rsidR="009C1450" w:rsidRPr="00EB6216" w:rsidRDefault="009C1450" w:rsidP="005D168C">
      <w:pPr>
        <w:pStyle w:val="Textbezodsazen"/>
        <w:rPr>
          <w:b/>
          <w:sz w:val="20"/>
          <w:szCs w:val="20"/>
        </w:rPr>
      </w:pPr>
      <w:r w:rsidRPr="00EB6216">
        <w:rPr>
          <w:b/>
          <w:sz w:val="20"/>
          <w:szCs w:val="20"/>
        </w:rPr>
        <w:t xml:space="preserve">3.1 Zajištění souhlasu </w:t>
      </w:r>
      <w:r w:rsidR="00044C35" w:rsidRPr="00EB6216">
        <w:rPr>
          <w:b/>
          <w:sz w:val="20"/>
          <w:szCs w:val="20"/>
        </w:rPr>
        <w:t>o</w:t>
      </w:r>
      <w:r w:rsidRPr="00EB6216">
        <w:rPr>
          <w:b/>
          <w:sz w:val="20"/>
          <w:szCs w:val="20"/>
        </w:rPr>
        <w:t xml:space="preserve">bjednatele </w:t>
      </w:r>
    </w:p>
    <w:p w:rsidR="009C1450" w:rsidRPr="00EB6216" w:rsidRDefault="009C1450" w:rsidP="005D168C">
      <w:pPr>
        <w:pStyle w:val="Textbezodsazen"/>
      </w:pPr>
      <w:r w:rsidRPr="00EB6216">
        <w:t xml:space="preserve">Zvláštní souhlasem se v případě ustanovení dle </w:t>
      </w:r>
      <w:r w:rsidR="007B1246" w:rsidRPr="00EB6216">
        <w:t>pod</w:t>
      </w:r>
      <w:r w:rsidR="009F4424" w:rsidRPr="00EB6216">
        <w:t>-</w:t>
      </w:r>
      <w:r w:rsidR="007B1246" w:rsidRPr="00EB6216">
        <w:t>odstavce (2</w:t>
      </w:r>
      <w:r w:rsidRPr="00EB6216">
        <w:t>) tohoto pod-článku rozumí uzavření dodatku ke Smlouvě o dílo.</w:t>
      </w:r>
    </w:p>
    <w:p w:rsidR="00C96E7C" w:rsidRDefault="00C96E7C" w:rsidP="005B7883">
      <w:pPr>
        <w:pStyle w:val="Nadpisbezsl1-2"/>
      </w:pPr>
      <w:r>
        <w:t>4.2 Zajištění splnění smlouvy</w:t>
      </w:r>
    </w:p>
    <w:p w:rsidR="00C96E7C" w:rsidRPr="009C1450" w:rsidRDefault="00C96E7C" w:rsidP="00824DF9">
      <w:pPr>
        <w:pStyle w:val="Text1-2"/>
        <w:numPr>
          <w:ilvl w:val="0"/>
          <w:numId w:val="0"/>
        </w:numPr>
      </w:pPr>
      <w:r w:rsidRPr="009C1450">
        <w:t>Bankovní záruku za provedení Díla je Zhotovitel povinen po</w:t>
      </w:r>
      <w:r w:rsidR="005D168C" w:rsidRPr="009C1450">
        <w:t>skytnout ve výši alespoň 10 %</w:t>
      </w:r>
      <w:r w:rsidR="00582C15" w:rsidRPr="009C1450">
        <w:t xml:space="preserve"> z </w:t>
      </w:r>
      <w:r w:rsidRPr="009C1450">
        <w:t>nabídkové ceny uvedené</w:t>
      </w:r>
      <w:r w:rsidR="00582C15" w:rsidRPr="009C1450">
        <w:t xml:space="preserve"> v </w:t>
      </w:r>
      <w:r w:rsidRPr="009C1450">
        <w:t>Dopise nabídky, tj.</w:t>
      </w:r>
      <w:r w:rsidR="00071A0E" w:rsidRPr="009C1450">
        <w:t xml:space="preserve"> [</w:t>
      </w:r>
      <w:r w:rsidRPr="009C1450">
        <w:rPr>
          <w:highlight w:val="yellow"/>
        </w:rPr>
        <w:t>VLOŽÍ ZHOTOVITE</w:t>
      </w:r>
      <w:r w:rsidR="00071A0E" w:rsidRPr="009C1450">
        <w:t>L]</w:t>
      </w:r>
      <w:r w:rsidRPr="009C1450">
        <w:t xml:space="preserve"> Kč.</w:t>
      </w:r>
    </w:p>
    <w:p w:rsidR="00C96E7C" w:rsidRDefault="00C96E7C" w:rsidP="005D168C">
      <w:pPr>
        <w:pStyle w:val="Textbezodsazen"/>
      </w:pPr>
      <w:r>
        <w:t>Bankovní záruku za odstranění vad Díla je Zhotovitel povinen p</w:t>
      </w:r>
      <w:r w:rsidR="005D168C">
        <w:t>oskytnout alespoň ve výši 5 %</w:t>
      </w:r>
      <w:r w:rsidR="00582C15">
        <w:t xml:space="preserve"> z </w:t>
      </w:r>
      <w:r>
        <w:t>nabídkové ceny uvedené</w:t>
      </w:r>
      <w:r w:rsidR="00582C15">
        <w:t xml:space="preserve"> v </w:t>
      </w:r>
      <w:r>
        <w:t xml:space="preserve">Dopis nabídky, tj. </w:t>
      </w:r>
      <w:r w:rsidR="00071A0E">
        <w:t>[</w:t>
      </w:r>
      <w:r w:rsidR="00071A0E" w:rsidRPr="00E41EEA">
        <w:rPr>
          <w:highlight w:val="yellow"/>
        </w:rPr>
        <w:t>VLOŽÍ ZHOTOVITE</w:t>
      </w:r>
      <w:r w:rsidR="00071A0E">
        <w:t>L]</w:t>
      </w:r>
      <w:r>
        <w:t xml:space="preserve"> Kč.</w:t>
      </w:r>
    </w:p>
    <w:p w:rsidR="00C96E7C" w:rsidRDefault="00C96E7C" w:rsidP="005B7883">
      <w:pPr>
        <w:pStyle w:val="Nadpisbezsl1-2"/>
      </w:pPr>
      <w:r>
        <w:t>4.3  Zástupce zhotovitele</w:t>
      </w:r>
    </w:p>
    <w:p w:rsidR="00C96E7C" w:rsidRDefault="00071A0E" w:rsidP="005D168C">
      <w:pPr>
        <w:pStyle w:val="Textbezodsazen"/>
      </w:pPr>
      <w:r>
        <w:t xml:space="preserve"> [</w:t>
      </w:r>
      <w:r w:rsidRPr="00E41EEA">
        <w:rPr>
          <w:highlight w:val="yellow"/>
        </w:rPr>
        <w:t>VLOŽÍ ZHOTOVITE</w:t>
      </w:r>
      <w:r>
        <w:t>L]</w:t>
      </w:r>
    </w:p>
    <w:p w:rsidR="00857A77" w:rsidRPr="00EB6216" w:rsidRDefault="00857A77" w:rsidP="00AA7F27">
      <w:pPr>
        <w:pStyle w:val="Nadpisbezsl1-2"/>
      </w:pPr>
      <w:r w:rsidRPr="00EB6216">
        <w:t>4.4.2 Speciální činnosti a zařízení</w:t>
      </w:r>
    </w:p>
    <w:p w:rsidR="00A06969" w:rsidRPr="00A06969" w:rsidRDefault="002654CC" w:rsidP="005D168C">
      <w:pPr>
        <w:pStyle w:val="Nadpisbezsl1-2"/>
        <w:rPr>
          <w:b w:val="0"/>
        </w:rPr>
      </w:pPr>
      <w:r>
        <w:rPr>
          <w:b w:val="0"/>
        </w:rPr>
        <w:t>Neobsazeno</w:t>
      </w:r>
      <w:r w:rsidR="00A06969" w:rsidRPr="00A06969">
        <w:rPr>
          <w:b w:val="0"/>
        </w:rPr>
        <w:t>.</w:t>
      </w:r>
    </w:p>
    <w:p w:rsidR="00C96E7C" w:rsidRPr="009C1450" w:rsidRDefault="00C96E7C" w:rsidP="005D168C">
      <w:pPr>
        <w:pStyle w:val="Nadpisbezsl1-2"/>
      </w:pPr>
      <w:r w:rsidRPr="009B641A">
        <w:t>4.</w:t>
      </w:r>
      <w:r w:rsidRPr="009C1450">
        <w:t>27  Smluvní pokuta</w:t>
      </w:r>
    </w:p>
    <w:p w:rsidR="00C96E7C" w:rsidRDefault="00C96E7C" w:rsidP="005D168C">
      <w:pPr>
        <w:pStyle w:val="Textbezodsazen"/>
      </w:pPr>
      <w:r w:rsidRPr="00071A0E">
        <w:t>Výše smluvní pokuty dle jednotlivých</w:t>
      </w:r>
      <w:r>
        <w:t xml:space="preserve"> ustanovení Smluvních podmínek činí:</w:t>
      </w:r>
    </w:p>
    <w:p w:rsidR="00C96E7C" w:rsidRPr="005D168C" w:rsidRDefault="00C96E7C" w:rsidP="005D168C">
      <w:pPr>
        <w:pStyle w:val="Textbezodsazen"/>
        <w:rPr>
          <w:rStyle w:val="Tun"/>
        </w:rPr>
      </w:pPr>
      <w:r w:rsidRPr="005D168C">
        <w:rPr>
          <w:rStyle w:val="Tun"/>
        </w:rPr>
        <w:t>Pod-článek 4.27 (a)</w:t>
      </w:r>
    </w:p>
    <w:p w:rsidR="00C96E7C" w:rsidRDefault="00C96E7C" w:rsidP="005D168C">
      <w:pPr>
        <w:pStyle w:val="Textbezodsazen"/>
      </w:pPr>
      <w:r>
        <w:t>Zhotovitel je povinen uhradit smluvní pokutu ve výši 1%</w:t>
      </w:r>
      <w:r w:rsidR="00582C15">
        <w:t xml:space="preserve"> z </w:t>
      </w:r>
      <w:r w:rsidRPr="005D168C">
        <w:t>nabídkové</w:t>
      </w:r>
      <w:r>
        <w:t xml:space="preserve"> ceny uvedené</w:t>
      </w:r>
      <w:r w:rsidR="00582C15">
        <w:t xml:space="preserve"> v </w:t>
      </w:r>
      <w:r>
        <w:t>Dopise nabídky za každý takový případ.</w:t>
      </w:r>
    </w:p>
    <w:p w:rsidR="00C96E7C" w:rsidRPr="005D168C" w:rsidRDefault="00C96E7C" w:rsidP="005D168C">
      <w:pPr>
        <w:pStyle w:val="Textbezodsazen"/>
        <w:rPr>
          <w:rStyle w:val="Tun"/>
        </w:rPr>
      </w:pPr>
      <w:r w:rsidRPr="005D168C">
        <w:rPr>
          <w:rStyle w:val="Tun"/>
        </w:rPr>
        <w:t>Pod-článek 4.27 (b)</w:t>
      </w:r>
    </w:p>
    <w:p w:rsidR="00D1661F" w:rsidRDefault="00C96E7C" w:rsidP="005D168C">
      <w:pPr>
        <w:pStyle w:val="Textbezodsazen"/>
      </w:pPr>
      <w:r>
        <w:t>Za každý započatý den prodlení se splněním závazného milníku pro finanční plnění je Zhotovitel povinen uhradit smluvní pokutu ve výši 0,1 %</w:t>
      </w:r>
      <w:r w:rsidR="00582C15">
        <w:t xml:space="preserve"> z </w:t>
      </w:r>
      <w:r>
        <w:t xml:space="preserve">minimální částky stanovené pro příslušný </w:t>
      </w:r>
      <w:r w:rsidR="00582C15" w:rsidRPr="00EB6216">
        <w:t>závazný</w:t>
      </w:r>
      <w:r w:rsidRPr="00EB6216">
        <w:t xml:space="preserve"> </w:t>
      </w:r>
      <w:r w:rsidR="00D1661F" w:rsidRPr="00EB6216">
        <w:t xml:space="preserve">finanční </w:t>
      </w:r>
      <w:r w:rsidRPr="00EB6216">
        <w:t xml:space="preserve">milník ve smyslu </w:t>
      </w:r>
      <w:r>
        <w:t xml:space="preserve">pod-článku 4.28. </w:t>
      </w:r>
    </w:p>
    <w:p w:rsidR="00C96E7C" w:rsidRPr="005D168C" w:rsidRDefault="00C96E7C" w:rsidP="005D168C">
      <w:pPr>
        <w:pStyle w:val="Textbezodsazen"/>
      </w:pPr>
      <w:r>
        <w:lastRenderedPageBreak/>
        <w:t>Není-li</w:t>
      </w:r>
      <w:r w:rsidR="00582C15">
        <w:t xml:space="preserve"> v </w:t>
      </w:r>
      <w:r>
        <w:t>této Příloze</w:t>
      </w:r>
      <w:r w:rsidR="00582C15">
        <w:t xml:space="preserve"> k </w:t>
      </w:r>
      <w:r>
        <w:t>nabídce</w:t>
      </w:r>
      <w:r w:rsidR="00582C15">
        <w:t xml:space="preserve"> u </w:t>
      </w:r>
      <w:r>
        <w:t xml:space="preserve">příslušného závazného milníku stanovena minimální </w:t>
      </w:r>
      <w:r w:rsidRPr="005D168C">
        <w:t>částka finančního plnění, je Zhotovitel povinen uhradit smluvní pokutu ve výši 0,1 %</w:t>
      </w:r>
      <w:r w:rsidR="00582C15">
        <w:t xml:space="preserve"> z </w:t>
      </w:r>
      <w:r w:rsidRPr="005D168C">
        <w:t>nabídkové ceny uvedené</w:t>
      </w:r>
      <w:r w:rsidR="00582C15">
        <w:t xml:space="preserve"> v </w:t>
      </w:r>
      <w:r w:rsidRPr="005D168C">
        <w:t xml:space="preserve">Dopise nabídky. </w:t>
      </w:r>
    </w:p>
    <w:p w:rsidR="00C96E7C" w:rsidRPr="005D168C" w:rsidRDefault="00C96E7C" w:rsidP="005D168C">
      <w:pPr>
        <w:pStyle w:val="Textbezodsazen"/>
      </w:pPr>
      <w:r w:rsidRPr="005D168C">
        <w:t>Za každý započatý den prodlení se zahájením provádění Díla do 14 dnů ode dne oznámení</w:t>
      </w:r>
      <w:r w:rsidR="00582C15">
        <w:t xml:space="preserve"> o </w:t>
      </w:r>
      <w:r w:rsidRPr="005D168C">
        <w:t>Datu zahájení prací dle pod-článku 8.1 je Zhotovitel povinen uhradit smluvní pokutu ve výši 0,1 %</w:t>
      </w:r>
      <w:r w:rsidR="00582C15">
        <w:t xml:space="preserve"> z </w:t>
      </w:r>
      <w:r w:rsidRPr="005D168C">
        <w:t>nabídkové ceny uvedené</w:t>
      </w:r>
      <w:r w:rsidR="00582C15">
        <w:t xml:space="preserve"> v </w:t>
      </w:r>
      <w:r w:rsidRPr="005D168C">
        <w:t>Dopise nabídky.</w:t>
      </w:r>
    </w:p>
    <w:p w:rsidR="00C96E7C" w:rsidRPr="005D168C" w:rsidRDefault="00C96E7C" w:rsidP="005D168C">
      <w:pPr>
        <w:pStyle w:val="Textbezodsazen"/>
        <w:rPr>
          <w:rStyle w:val="Tun"/>
        </w:rPr>
      </w:pPr>
      <w:r w:rsidRPr="005D168C">
        <w:rPr>
          <w:rStyle w:val="Tun"/>
        </w:rPr>
        <w:t>Pod-článek 4.27 (c)</w:t>
      </w:r>
    </w:p>
    <w:p w:rsidR="00C96E7C" w:rsidRDefault="00C96E7C" w:rsidP="005D168C">
      <w:pPr>
        <w:pStyle w:val="Textbezodsazen"/>
      </w:pPr>
      <w:r>
        <w:t xml:space="preserve">Zhotovitel je povinen uhradit smluvní pokutu ve výši 10 000 Kč za každé </w:t>
      </w:r>
      <w:r w:rsidRPr="005D168C">
        <w:t>porušení</w:t>
      </w:r>
      <w:r>
        <w:t xml:space="preserve"> povinnosti.</w:t>
      </w:r>
    </w:p>
    <w:p w:rsidR="00C96E7C" w:rsidRPr="005D168C" w:rsidRDefault="00C96E7C" w:rsidP="005D168C">
      <w:pPr>
        <w:pStyle w:val="Textbezodsazen"/>
        <w:rPr>
          <w:rStyle w:val="Tun"/>
        </w:rPr>
      </w:pPr>
      <w:r w:rsidRPr="005D168C">
        <w:rPr>
          <w:rStyle w:val="Tun"/>
        </w:rPr>
        <w:t>Pod-článek 4.27 (d)</w:t>
      </w:r>
    </w:p>
    <w:p w:rsidR="00C96E7C" w:rsidRPr="00EB6216" w:rsidRDefault="00C96E7C" w:rsidP="005D168C">
      <w:pPr>
        <w:pStyle w:val="Textbezodsazen"/>
      </w:pPr>
      <w:r>
        <w:t>Zhotovitel je povinen uhradit smluvní pokutu ve výši 0,1 %</w:t>
      </w:r>
      <w:r w:rsidR="00582C15">
        <w:t xml:space="preserve"> z </w:t>
      </w:r>
      <w:r>
        <w:t xml:space="preserve">části </w:t>
      </w:r>
      <w:r w:rsidRPr="005D168C">
        <w:t>Smluvní</w:t>
      </w:r>
      <w:r>
        <w:t xml:space="preserve"> ceny odpovídající </w:t>
      </w:r>
      <w:r w:rsidRPr="00EB6216">
        <w:t>příslušné Sekci,</w:t>
      </w:r>
      <w:r w:rsidR="00582C15" w:rsidRPr="00EB6216">
        <w:t xml:space="preserve"> s </w:t>
      </w:r>
      <w:r w:rsidRPr="00EB6216">
        <w:t>jejímž dokončením je Zhotovitel</w:t>
      </w:r>
      <w:r w:rsidR="00582C15" w:rsidRPr="00EB6216">
        <w:t xml:space="preserve"> v </w:t>
      </w:r>
      <w:r w:rsidRPr="00EB6216">
        <w:t>prodlení,</w:t>
      </w:r>
      <w:r w:rsidR="00582C15" w:rsidRPr="00EB6216">
        <w:t xml:space="preserve"> a </w:t>
      </w:r>
      <w:r w:rsidRPr="00EB6216">
        <w:t xml:space="preserve">to za každý započatý den prodlení. </w:t>
      </w:r>
      <w:r w:rsidR="00DC0FD9" w:rsidRPr="00EB6216">
        <w:t>Zhotovitel je povinen uhradit smluvní pokutu ve výši</w:t>
      </w:r>
      <w:r w:rsidR="00D45E4C" w:rsidRPr="00EB6216">
        <w:t xml:space="preserve"> 0,5% </w:t>
      </w:r>
      <w:r w:rsidR="00DC0FD9" w:rsidRPr="00EB6216">
        <w:t>z</w:t>
      </w:r>
      <w:r w:rsidR="00D45E4C" w:rsidRPr="00EB6216">
        <w:t xml:space="preserve"> ceny Všeobecného objektu </w:t>
      </w:r>
      <w:r w:rsidR="00726AFE" w:rsidRPr="00EB6216">
        <w:t>za každý započatý</w:t>
      </w:r>
      <w:r w:rsidR="00D45E4C" w:rsidRPr="00EB6216">
        <w:t xml:space="preserve"> den prodlení s dokončením celého Díla dle Pod-článku 8.2, minimálně však 2 000 Kč za den.</w:t>
      </w:r>
    </w:p>
    <w:p w:rsidR="00C96E7C" w:rsidRPr="005B7883" w:rsidRDefault="00C96E7C" w:rsidP="005B7883">
      <w:pPr>
        <w:pStyle w:val="Textbezodsazen"/>
        <w:rPr>
          <w:rStyle w:val="Tun"/>
        </w:rPr>
      </w:pPr>
      <w:r w:rsidRPr="005B7883">
        <w:rPr>
          <w:rStyle w:val="Tun"/>
        </w:rPr>
        <w:t>Pod-článek 4.27 (e)</w:t>
      </w:r>
      <w:r w:rsidR="00582C15">
        <w:rPr>
          <w:rStyle w:val="Tun"/>
        </w:rPr>
        <w:t xml:space="preserve"> a </w:t>
      </w:r>
      <w:r w:rsidRPr="005B7883">
        <w:rPr>
          <w:rStyle w:val="Tun"/>
        </w:rPr>
        <w:t>pod-článek 8.7</w:t>
      </w:r>
    </w:p>
    <w:p w:rsidR="00C96E7C" w:rsidRDefault="00C96E7C" w:rsidP="005D168C">
      <w:pPr>
        <w:pStyle w:val="Textbezodsazen"/>
      </w:pPr>
      <w:r>
        <w:t>Zhotovitel je povinen uhradit smluvní pokutu ve výši 0,1 %</w:t>
      </w:r>
      <w:r w:rsidR="00582C15">
        <w:t xml:space="preserve"> z </w:t>
      </w:r>
      <w:r>
        <w:t>části Smluvní ceny odpovídající příslušné Sekci, která nemohla být uvedena do provozu,</w:t>
      </w:r>
      <w:r w:rsidR="00582C15">
        <w:t xml:space="preserve"> a </w:t>
      </w:r>
      <w:r>
        <w:t xml:space="preserve">to za každý započatý den prodlení. </w:t>
      </w:r>
    </w:p>
    <w:p w:rsidR="00C96E7C" w:rsidRPr="005B7883" w:rsidRDefault="00C96E7C" w:rsidP="005B7883">
      <w:pPr>
        <w:pStyle w:val="Textbezodsazen"/>
        <w:rPr>
          <w:rStyle w:val="Tun"/>
        </w:rPr>
      </w:pPr>
      <w:r w:rsidRPr="005B7883">
        <w:rPr>
          <w:rStyle w:val="Tun"/>
        </w:rPr>
        <w:t>Pod-článek 4.27 (f)</w:t>
      </w:r>
    </w:p>
    <w:p w:rsidR="00C96E7C" w:rsidRPr="003259C2" w:rsidRDefault="00C96E7C" w:rsidP="005D168C">
      <w:pPr>
        <w:pStyle w:val="Textbezodsazen"/>
      </w:pPr>
      <w:r>
        <w:t>Zhotovitel je povinen uhradit smluvní pokutu ve výši 0,05 %</w:t>
      </w:r>
      <w:r w:rsidR="00582C15">
        <w:t xml:space="preserve"> z </w:t>
      </w:r>
      <w:r>
        <w:t xml:space="preserve">části Smluvní ceny odpovídající </w:t>
      </w:r>
      <w:r w:rsidR="003259C2" w:rsidRPr="00EB6216">
        <w:t>dotčenému objektu/dotčeným objektům</w:t>
      </w:r>
      <w:r w:rsidR="00EB6216" w:rsidRPr="00EB6216">
        <w:t>,</w:t>
      </w:r>
      <w:r w:rsidRPr="00EB6216">
        <w:t xml:space="preserve"> kter</w:t>
      </w:r>
      <w:r w:rsidR="003259C2" w:rsidRPr="00EB6216">
        <w:t>ých</w:t>
      </w:r>
      <w:r w:rsidRPr="00EB6216">
        <w:t xml:space="preserve"> </w:t>
      </w:r>
      <w:r>
        <w:t>se nedokončená práce, vada nebo poškození týká,</w:t>
      </w:r>
      <w:r w:rsidR="00582C15">
        <w:t xml:space="preserve"> a </w:t>
      </w:r>
      <w:r>
        <w:t>to za každý jednotlivý případ</w:t>
      </w:r>
      <w:r w:rsidR="00582C15">
        <w:t xml:space="preserve"> a </w:t>
      </w:r>
      <w:r>
        <w:t>za každý započatý den prodlení.</w:t>
      </w:r>
      <w:r w:rsidR="003259C2">
        <w:t xml:space="preserve"> </w:t>
      </w:r>
    </w:p>
    <w:p w:rsidR="00C96E7C" w:rsidRPr="005B7883" w:rsidRDefault="00C96E7C" w:rsidP="005B7883">
      <w:pPr>
        <w:pStyle w:val="Textbezodsazen"/>
        <w:rPr>
          <w:rStyle w:val="Tun"/>
        </w:rPr>
      </w:pPr>
      <w:r w:rsidRPr="005B7883">
        <w:rPr>
          <w:rStyle w:val="Tun"/>
        </w:rPr>
        <w:t>Pod-článek 4.27 (g)</w:t>
      </w:r>
    </w:p>
    <w:p w:rsidR="00C96E7C" w:rsidRPr="005B7883" w:rsidRDefault="00C96E7C" w:rsidP="005D168C">
      <w:pPr>
        <w:pStyle w:val="Textbezodsazen"/>
        <w:rPr>
          <w:rStyle w:val="TextbezodsazenChar"/>
        </w:rPr>
      </w:pPr>
      <w:r>
        <w:t>Zhotovitel je povinen uhradit smluvní pokutu ve výši 0,</w:t>
      </w:r>
      <w:r w:rsidR="008B01FE">
        <w:t>05 %</w:t>
      </w:r>
      <w:r w:rsidR="00582C15">
        <w:t xml:space="preserve"> z </w:t>
      </w:r>
      <w:r w:rsidR="008B01FE">
        <w:t>nabídkové ceny uvedené</w:t>
      </w:r>
      <w:r w:rsidR="00582C15">
        <w:t xml:space="preserve"> v </w:t>
      </w:r>
      <w:r w:rsidRPr="005B7883">
        <w:rPr>
          <w:rStyle w:val="TextbezodsazenChar"/>
        </w:rPr>
        <w:t>Dopisu nabídky za každý započatý den prodlení.</w:t>
      </w:r>
    </w:p>
    <w:p w:rsidR="00C96E7C" w:rsidRPr="005B7883" w:rsidRDefault="00C96E7C" w:rsidP="005B7883">
      <w:pPr>
        <w:pStyle w:val="Textbezodsazen"/>
        <w:rPr>
          <w:rStyle w:val="Tun"/>
        </w:rPr>
      </w:pPr>
      <w:r w:rsidRPr="005B7883">
        <w:rPr>
          <w:rStyle w:val="Tun"/>
        </w:rPr>
        <w:t>Pod-článek 4.27 (h)</w:t>
      </w:r>
    </w:p>
    <w:p w:rsidR="00C96E7C" w:rsidRDefault="00C96E7C" w:rsidP="005D168C">
      <w:pPr>
        <w:pStyle w:val="Textbezodsazen"/>
      </w:pPr>
      <w:r>
        <w:t>Zhotovitel je povinen uhradit smluvní pokutu ve výši 0,05 %</w:t>
      </w:r>
      <w:r w:rsidR="00582C15">
        <w:t xml:space="preserve"> z </w:t>
      </w:r>
      <w:r w:rsidR="008B01FE">
        <w:t>nabídkové ceny uvedené</w:t>
      </w:r>
      <w:r w:rsidR="00582C15">
        <w:t xml:space="preserve"> v </w:t>
      </w:r>
      <w:r>
        <w:t>Dopisu nabídky za každý započatý den prodlení.</w:t>
      </w:r>
    </w:p>
    <w:p w:rsidR="00C96E7C" w:rsidRPr="005B7883" w:rsidRDefault="00C96E7C" w:rsidP="005B7883">
      <w:pPr>
        <w:pStyle w:val="Textbezodsazen"/>
        <w:rPr>
          <w:rStyle w:val="Tun"/>
        </w:rPr>
      </w:pPr>
      <w:r w:rsidRPr="005B7883">
        <w:rPr>
          <w:rStyle w:val="Tun"/>
        </w:rPr>
        <w:t>Pod-článek 4.27 (i)</w:t>
      </w:r>
    </w:p>
    <w:p w:rsidR="00C96E7C" w:rsidRDefault="00C96E7C" w:rsidP="005D168C">
      <w:pPr>
        <w:pStyle w:val="Textbezodsazen"/>
      </w:pPr>
      <w:r>
        <w:t>Zhotovitel je povinen uhradit smluvní pokutu ve</w:t>
      </w:r>
      <w:r w:rsidR="008B01FE">
        <w:t xml:space="preserve"> </w:t>
      </w:r>
      <w:r>
        <w:t>výši 0,</w:t>
      </w:r>
      <w:r w:rsidR="008B01FE">
        <w:t>02 %</w:t>
      </w:r>
      <w:r w:rsidR="00582C15">
        <w:t xml:space="preserve"> z </w:t>
      </w:r>
      <w:r w:rsidR="008B01FE">
        <w:t>nabídkové ceny uvedené</w:t>
      </w:r>
      <w:r w:rsidR="00582C15">
        <w:t xml:space="preserve"> v </w:t>
      </w:r>
      <w:r>
        <w:t>Dopisu nabídky za každý případ</w:t>
      </w:r>
      <w:r w:rsidR="00582C15">
        <w:t xml:space="preserve"> a </w:t>
      </w:r>
      <w:r>
        <w:t>za každý započatý den prodlení.</w:t>
      </w:r>
    </w:p>
    <w:p w:rsidR="00C96E7C" w:rsidRPr="005B7883" w:rsidRDefault="00C96E7C" w:rsidP="005B7883">
      <w:pPr>
        <w:pStyle w:val="Textbezodsazen"/>
        <w:rPr>
          <w:rStyle w:val="Tun"/>
        </w:rPr>
      </w:pPr>
      <w:r w:rsidRPr="005B7883">
        <w:rPr>
          <w:rStyle w:val="Tun"/>
        </w:rPr>
        <w:t>Pod-článek 4.27(j)</w:t>
      </w:r>
    </w:p>
    <w:p w:rsidR="00C96E7C" w:rsidRDefault="00C96E7C" w:rsidP="005D168C">
      <w:pPr>
        <w:pStyle w:val="Textbezodsazen"/>
      </w:pPr>
      <w:r>
        <w:t>Zhotovitel je povinen uhradit smluvní pokutu za každý případ p</w:t>
      </w:r>
      <w:r w:rsidR="008B01FE">
        <w:t>orušení povinnosti ve výši 3%</w:t>
      </w:r>
      <w:r w:rsidR="00582C15">
        <w:t xml:space="preserve"> z </w:t>
      </w:r>
      <w:r>
        <w:t>nabídkové ceny uvedené</w:t>
      </w:r>
      <w:r w:rsidR="00582C15">
        <w:t xml:space="preserve"> v </w:t>
      </w:r>
      <w:r>
        <w:t>Dopisu nabídky.</w:t>
      </w:r>
    </w:p>
    <w:p w:rsidR="00C96E7C" w:rsidRPr="005B7883" w:rsidRDefault="00C96E7C" w:rsidP="005B7883">
      <w:pPr>
        <w:pStyle w:val="Textbezodsazen"/>
        <w:rPr>
          <w:rStyle w:val="Tun"/>
        </w:rPr>
      </w:pPr>
      <w:r w:rsidRPr="005B7883">
        <w:rPr>
          <w:rStyle w:val="Tun"/>
        </w:rPr>
        <w:t>Pod-článek 4.27 (k)</w:t>
      </w:r>
    </w:p>
    <w:p w:rsidR="00C96E7C" w:rsidRDefault="00C96E7C" w:rsidP="005D168C">
      <w:pPr>
        <w:pStyle w:val="Textbezodsazen"/>
      </w:pPr>
      <w:r>
        <w:t>Zhotovitel je povinen uhradit smluvní pokutu ve výši 1 %</w:t>
      </w:r>
      <w:r w:rsidR="00582C15">
        <w:t xml:space="preserve"> z </w:t>
      </w:r>
      <w:r>
        <w:t>nabídkové ceny uvedené</w:t>
      </w:r>
      <w:r w:rsidR="00582C15">
        <w:t xml:space="preserve"> v </w:t>
      </w:r>
      <w:r>
        <w:t>Dopisu nabídky, maximálně však 20 000 Kč za každý zjištěný případ. Pokud Zhotovitel nezjedná nápravu do 14 dnů ode dne zápisu Objednatele do Stavebního deníku</w:t>
      </w:r>
      <w:r w:rsidR="00582C15">
        <w:t xml:space="preserve"> o </w:t>
      </w:r>
      <w:r>
        <w:t>zjištění nedostatku, je povinen uhradit další smluvní pokutu ve výši 10 000 Kč za každý další den, až do dne, kdy odstraní veškeré nedostatky ve vedení Stavebního deníku nebo jednoduchého záznamu</w:t>
      </w:r>
      <w:r w:rsidR="00582C15">
        <w:t xml:space="preserve"> o </w:t>
      </w:r>
      <w:r>
        <w:t>stavbě.</w:t>
      </w:r>
    </w:p>
    <w:p w:rsidR="00C96E7C" w:rsidRPr="005B7883" w:rsidRDefault="00C96E7C" w:rsidP="005B7883">
      <w:pPr>
        <w:pStyle w:val="Textbezodsazen"/>
        <w:rPr>
          <w:rStyle w:val="Tun"/>
        </w:rPr>
      </w:pPr>
      <w:r w:rsidRPr="005B7883">
        <w:rPr>
          <w:rStyle w:val="Tun"/>
        </w:rPr>
        <w:t>Pod-článek 4.27 (l)</w:t>
      </w:r>
    </w:p>
    <w:p w:rsidR="00C96E7C" w:rsidRDefault="00C96E7C" w:rsidP="005D168C">
      <w:pPr>
        <w:pStyle w:val="Textbezodsazen"/>
      </w:pPr>
      <w:r>
        <w:t>Zhotovitel je povinen uhradit smluvní pokutu ve výši 0,5 %</w:t>
      </w:r>
      <w:r w:rsidR="00582C15">
        <w:t xml:space="preserve"> z </w:t>
      </w:r>
      <w:r>
        <w:t>nabídkové ceny uvedené</w:t>
      </w:r>
      <w:r w:rsidR="00582C15">
        <w:t xml:space="preserve"> v </w:t>
      </w:r>
      <w:r>
        <w:t>Dopisu nabídky, maximálně však 100 000 Kč, za každý zjištěný případ takové povinnosti. Pokud Zhotovitel nezjedná nápravu do 14 dnů, je povinen uhradit další smluvní pokutu ve výši 5 000 Kč za každý další den,</w:t>
      </w:r>
      <w:r w:rsidR="00582C15">
        <w:t xml:space="preserve"> a </w:t>
      </w:r>
      <w:r>
        <w:t>to až do dne, kdy předmětnou Zprávu</w:t>
      </w:r>
      <w:r w:rsidR="00582C15">
        <w:t xml:space="preserve"> o </w:t>
      </w:r>
      <w:r>
        <w:t>postupu prací předá Správci stavby.</w:t>
      </w:r>
    </w:p>
    <w:p w:rsidR="00C96E7C" w:rsidRPr="005B7883" w:rsidRDefault="00C96E7C" w:rsidP="005B7883">
      <w:pPr>
        <w:pStyle w:val="Textbezodsazen"/>
        <w:rPr>
          <w:rStyle w:val="Tun"/>
        </w:rPr>
      </w:pPr>
      <w:r w:rsidRPr="005B7883">
        <w:rPr>
          <w:rStyle w:val="Tun"/>
        </w:rPr>
        <w:t>Pod-článek 4.27 (m)</w:t>
      </w:r>
    </w:p>
    <w:p w:rsidR="00C96E7C" w:rsidRDefault="00C96E7C" w:rsidP="005D168C">
      <w:pPr>
        <w:pStyle w:val="Textbezodsazen"/>
      </w:pPr>
      <w:r>
        <w:lastRenderedPageBreak/>
        <w:t>Zhotovitel je povinen uhradit smluvní pokutu ve výši 1 %</w:t>
      </w:r>
      <w:r w:rsidR="00582C15">
        <w:t xml:space="preserve"> z </w:t>
      </w:r>
      <w:r>
        <w:t>nabídkové ceny uvedené</w:t>
      </w:r>
      <w:r w:rsidR="00582C15">
        <w:t xml:space="preserve"> v </w:t>
      </w:r>
      <w:r>
        <w:t>Dopisu nabídky, maximálně však 200 000 Kč, za každý zjištěný případ.</w:t>
      </w:r>
    </w:p>
    <w:p w:rsidR="00C96E7C" w:rsidRPr="005B7883" w:rsidRDefault="00C96E7C" w:rsidP="005D168C">
      <w:pPr>
        <w:pStyle w:val="Textbezodsazen"/>
        <w:keepNext/>
        <w:rPr>
          <w:rStyle w:val="Tun"/>
        </w:rPr>
      </w:pPr>
      <w:r w:rsidRPr="005B7883">
        <w:rPr>
          <w:rStyle w:val="Tun"/>
        </w:rPr>
        <w:t>Pod- článek 4.27 (n)</w:t>
      </w:r>
    </w:p>
    <w:p w:rsidR="00C96E7C" w:rsidRDefault="00C96E7C" w:rsidP="005D168C">
      <w:pPr>
        <w:pStyle w:val="Textbezodsazen"/>
      </w:pPr>
      <w:r>
        <w:t>Zhotovitel je povinen uhradit smluvní pokutu ve výši 10 000 Kč za každé zjištění porušení povinnosti.</w:t>
      </w:r>
    </w:p>
    <w:p w:rsidR="00C96E7C" w:rsidRPr="005B7883" w:rsidRDefault="00C96E7C" w:rsidP="005B7883">
      <w:pPr>
        <w:pStyle w:val="Textbezodsazen"/>
        <w:rPr>
          <w:rStyle w:val="Tun"/>
        </w:rPr>
      </w:pPr>
      <w:r w:rsidRPr="005B7883">
        <w:rPr>
          <w:rStyle w:val="Tun"/>
        </w:rPr>
        <w:t>Pod-článek 4.27 (o)</w:t>
      </w:r>
    </w:p>
    <w:p w:rsidR="00C96E7C" w:rsidRDefault="00C96E7C" w:rsidP="005D168C">
      <w:pPr>
        <w:pStyle w:val="Textbezodsazen"/>
      </w:pPr>
      <w:r>
        <w:t>Zhotovitel je povinen uhradit smluvní pokutu ve výši 100 000 Kč za každý jednotlivý případ porušení povinnosti.</w:t>
      </w:r>
    </w:p>
    <w:p w:rsidR="00C96E7C" w:rsidRPr="005B7883" w:rsidRDefault="00C96E7C" w:rsidP="005B7883">
      <w:pPr>
        <w:pStyle w:val="Textbezodsazen"/>
        <w:rPr>
          <w:rStyle w:val="Tun"/>
        </w:rPr>
      </w:pPr>
      <w:r w:rsidRPr="005B7883">
        <w:rPr>
          <w:rStyle w:val="Tun"/>
        </w:rPr>
        <w:t>Pod-článek 4.27 (p)</w:t>
      </w:r>
    </w:p>
    <w:p w:rsidR="00C96E7C" w:rsidRDefault="00C96E7C" w:rsidP="005D168C">
      <w:pPr>
        <w:pStyle w:val="Textbezodsazen"/>
      </w:pPr>
      <w:r>
        <w:t>Zhotovitel je povinen uhradit smluvní pokutu ve výši 0,05 %</w:t>
      </w:r>
      <w:r w:rsidR="00582C15">
        <w:t xml:space="preserve"> z </w:t>
      </w:r>
      <w:r>
        <w:t>nabídkové ceny uvedené</w:t>
      </w:r>
      <w:r w:rsidR="00582C15">
        <w:t xml:space="preserve"> v </w:t>
      </w:r>
      <w:r>
        <w:t>Dopisu nabídky za každý započatý den prodlení.</w:t>
      </w:r>
    </w:p>
    <w:p w:rsidR="00C96E7C" w:rsidRPr="005B7883" w:rsidRDefault="00C96E7C" w:rsidP="005B7883">
      <w:pPr>
        <w:pStyle w:val="Textbezodsazen"/>
        <w:rPr>
          <w:rStyle w:val="Tun"/>
        </w:rPr>
      </w:pPr>
      <w:r w:rsidRPr="005B7883">
        <w:rPr>
          <w:rStyle w:val="Tun"/>
        </w:rPr>
        <w:t xml:space="preserve">Pod-článek 4.27 (q) </w:t>
      </w:r>
    </w:p>
    <w:p w:rsidR="00C96E7C" w:rsidRDefault="00C96E7C" w:rsidP="005D168C">
      <w:pPr>
        <w:pStyle w:val="Textbezodsazen"/>
      </w:pPr>
      <w:r>
        <w:t>Zhotovitel je povinen uhradit smluvní pokutu ve výši 0,</w:t>
      </w:r>
      <w:r w:rsidR="008B01FE">
        <w:t>05 %</w:t>
      </w:r>
      <w:r w:rsidR="00582C15">
        <w:t xml:space="preserve"> z </w:t>
      </w:r>
      <w:r w:rsidR="008B01FE">
        <w:t>nabídkové ceny uvedené</w:t>
      </w:r>
      <w:r w:rsidR="00582C15">
        <w:t xml:space="preserve"> v </w:t>
      </w:r>
      <w:r>
        <w:t>Dopisu nabídky za každý započatý den prodlení.</w:t>
      </w:r>
    </w:p>
    <w:p w:rsidR="00C96E7C" w:rsidRPr="00EB6216" w:rsidRDefault="00C96E7C" w:rsidP="005B7883">
      <w:pPr>
        <w:pStyle w:val="Textbezodsazen"/>
        <w:rPr>
          <w:rStyle w:val="Tun"/>
        </w:rPr>
      </w:pPr>
      <w:r w:rsidRPr="00EB6216">
        <w:rPr>
          <w:rStyle w:val="Tun"/>
        </w:rPr>
        <w:t>Pod-článek 4.27 (r)</w:t>
      </w:r>
    </w:p>
    <w:p w:rsidR="00C96E7C" w:rsidRPr="00EB6216" w:rsidRDefault="00C45177" w:rsidP="00C45177">
      <w:pPr>
        <w:spacing w:after="120"/>
        <w:jc w:val="both"/>
      </w:pPr>
      <w:r w:rsidRPr="00EB6216">
        <w:t>Zhotovitel je povinen uhradit smluvní pokutu ve výši 1% z nabídkové ceny uvedené v Dopisu nabídky za každý případ porušení povinnosti.</w:t>
      </w:r>
    </w:p>
    <w:p w:rsidR="00C45177" w:rsidRPr="00EB6216" w:rsidRDefault="00C45177" w:rsidP="00C45177">
      <w:pPr>
        <w:spacing w:after="120"/>
        <w:jc w:val="both"/>
        <w:rPr>
          <w:b/>
        </w:rPr>
      </w:pPr>
      <w:r w:rsidRPr="00EB6216">
        <w:rPr>
          <w:b/>
        </w:rPr>
        <w:t>Pod-článek 4.27 (s)</w:t>
      </w:r>
    </w:p>
    <w:p w:rsidR="00C45177" w:rsidRPr="00EB6216" w:rsidRDefault="00C45177" w:rsidP="00C45177">
      <w:pPr>
        <w:spacing w:after="0"/>
        <w:jc w:val="both"/>
        <w:rPr>
          <w:b/>
        </w:rPr>
      </w:pPr>
      <w:r w:rsidRPr="00EB6216">
        <w:t>Zhotovitel je povinen uhradit smluvní pokutu ve výši a za podmínek stanovených ve smlouvě o zpracování osobních údajů, která je Přílohou č. 5 Smlouvy o dílo.</w:t>
      </w:r>
    </w:p>
    <w:p w:rsidR="00C96E7C" w:rsidRDefault="00C96E7C" w:rsidP="005B7883">
      <w:pPr>
        <w:pStyle w:val="Nadpisbezsl1-2"/>
      </w:pPr>
      <w:r>
        <w:t>4.27 Maximální celková výše smluvních pokut</w:t>
      </w:r>
    </w:p>
    <w:p w:rsidR="00BB79E8" w:rsidRDefault="00BB79E8" w:rsidP="00BB79E8">
      <w:pPr>
        <w:pStyle w:val="Textbezodsazen"/>
      </w:pPr>
      <w:r>
        <w:t xml:space="preserve">Maximální </w:t>
      </w:r>
      <w:r w:rsidRPr="00EB6216">
        <w:t>celková výše smluvních pokut uhrazených Zhotovitelem za poruš</w:t>
      </w:r>
      <w:r w:rsidR="001149ED" w:rsidRPr="00EB6216">
        <w:t>ení Smlouvy je stanovena ve výši</w:t>
      </w:r>
      <w:r w:rsidRPr="00EB6216">
        <w:t xml:space="preserve"> 30 % nabídkové ceny </w:t>
      </w:r>
      <w:r>
        <w:t>uvedené v Dopise nabídky.</w:t>
      </w:r>
    </w:p>
    <w:p w:rsidR="00C96E7C" w:rsidRDefault="00C96E7C" w:rsidP="005B7883">
      <w:pPr>
        <w:pStyle w:val="Nadpisbezsl1-2"/>
      </w:pPr>
      <w:r>
        <w:t>4.28 Postupné závazné milníky</w:t>
      </w:r>
    </w:p>
    <w:p w:rsidR="00617585" w:rsidRPr="00500582" w:rsidRDefault="00500582" w:rsidP="00EB6216">
      <w:pPr>
        <w:pStyle w:val="Textbezodsazen"/>
        <w:rPr>
          <w:i/>
        </w:rPr>
      </w:pPr>
      <w:r w:rsidRPr="00500582">
        <w:t>Pro provádění Díla nejsou stanoveny žádné postupné milníky.</w:t>
      </w:r>
    </w:p>
    <w:p w:rsidR="00C96E7C" w:rsidRDefault="00C96E7C" w:rsidP="005B7883">
      <w:pPr>
        <w:pStyle w:val="Nadpisbezsl1-2"/>
      </w:pPr>
      <w:r>
        <w:t>8.2, 8.4  Doba pro dokončení, Prodloužení doby pro dokončení</w:t>
      </w:r>
    </w:p>
    <w:p w:rsidR="00C96E7C" w:rsidRDefault="00C96E7C" w:rsidP="005D168C">
      <w:pPr>
        <w:pStyle w:val="Textbezodsazen"/>
      </w:pPr>
      <w:r>
        <w:t>Zhotovitel je povinen dokončit celé Dílo včetně příslušné dokumentace dle pod-článku 7.9 do</w:t>
      </w:r>
      <w:r w:rsidR="004D4B84">
        <w:t xml:space="preserve"> </w:t>
      </w:r>
      <w:r w:rsidR="00D56E36" w:rsidRPr="00D56E36">
        <w:t>21 měsíců</w:t>
      </w:r>
      <w:r w:rsidRPr="00D56E36">
        <w:t xml:space="preserve"> od Data zahájení prací.</w:t>
      </w:r>
    </w:p>
    <w:p w:rsidR="00C96E7C" w:rsidRDefault="00C96E7C" w:rsidP="005B7883">
      <w:pPr>
        <w:pStyle w:val="Nadpisbezsl1-2"/>
      </w:pPr>
      <w:r>
        <w:t>8.2, 1.1.3.10  Doba pro uvedení do provozu</w:t>
      </w:r>
    </w:p>
    <w:p w:rsidR="00C96E7C" w:rsidRDefault="00C96E7C" w:rsidP="005D168C">
      <w:pPr>
        <w:pStyle w:val="Textbezodsazen"/>
      </w:pPr>
      <w:r>
        <w:t xml:space="preserve">Zhotovitel je povinen dokončit </w:t>
      </w:r>
      <w:r w:rsidRPr="00D56E36">
        <w:t xml:space="preserve">Dílo </w:t>
      </w:r>
      <w:r w:rsidR="00582C15" w:rsidRPr="00D56E36">
        <w:t>v </w:t>
      </w:r>
      <w:r w:rsidRPr="00D56E36">
        <w:t>rozsahu</w:t>
      </w:r>
      <w:r>
        <w:t xml:space="preserve"> nezbytném pro účely uvedení Díla nebo Sekce do provozu za podmínek stavebního zákona</w:t>
      </w:r>
      <w:r w:rsidR="00582C15">
        <w:t xml:space="preserve"> a </w:t>
      </w:r>
      <w:r>
        <w:t>zákona</w:t>
      </w:r>
      <w:r w:rsidR="00582C15">
        <w:t xml:space="preserve"> o </w:t>
      </w:r>
      <w:r>
        <w:t xml:space="preserve">drahách nejpozději do </w:t>
      </w:r>
      <w:r w:rsidR="00D56E36">
        <w:t>15</w:t>
      </w:r>
      <w:r>
        <w:t xml:space="preserve"> měsíců </w:t>
      </w:r>
      <w:r w:rsidR="00D56E36" w:rsidRPr="00D56E36">
        <w:t>od Data zahájení prací.</w:t>
      </w:r>
    </w:p>
    <w:p w:rsidR="00C96E7C" w:rsidRDefault="00C96E7C" w:rsidP="005B7883">
      <w:pPr>
        <w:pStyle w:val="Nadpisbezsl1-2"/>
      </w:pPr>
      <w:r>
        <w:t>8.3, 8.6  Harmonogram</w:t>
      </w:r>
    </w:p>
    <w:p w:rsidR="00C96E7C" w:rsidRDefault="00C96E7C" w:rsidP="005D168C">
      <w:pPr>
        <w:pStyle w:val="Textbezodsazen"/>
      </w:pPr>
      <w:r>
        <w:t>Objednatel</w:t>
      </w:r>
      <w:r w:rsidR="00582C15">
        <w:t xml:space="preserve"> a </w:t>
      </w:r>
      <w:r>
        <w:t>Zhotovitel se dohodli</w:t>
      </w:r>
      <w:r w:rsidR="00582C15">
        <w:t xml:space="preserve"> a </w:t>
      </w:r>
      <w:r>
        <w:t>pro Správce stavby při jednání platí, že projednávání časového postupu prací na Díle se řídí vedle Smlouvy</w:t>
      </w:r>
      <w:r w:rsidR="00582C15">
        <w:t xml:space="preserve"> v </w:t>
      </w:r>
      <w:r>
        <w:t>podrobnostech</w:t>
      </w:r>
      <w:r w:rsidR="00582C15">
        <w:t xml:space="preserve"> i </w:t>
      </w:r>
      <w:r>
        <w:t>Metodikou pro časové řízení</w:t>
      </w:r>
      <w:r w:rsidR="00582C15">
        <w:t xml:space="preserve"> u </w:t>
      </w:r>
      <w:r>
        <w:t>stavebních zakázek</w:t>
      </w:r>
      <w:r w:rsidR="00582C15">
        <w:t xml:space="preserve"> z </w:t>
      </w:r>
      <w:r>
        <w:t>ledna 2018, která je dostupná na http://www.sfdi.cz.</w:t>
      </w:r>
    </w:p>
    <w:p w:rsidR="00C96E7C" w:rsidRDefault="00C96E7C" w:rsidP="005B7883">
      <w:pPr>
        <w:pStyle w:val="Nadpisbezsl1-2"/>
      </w:pPr>
      <w:r>
        <w:t>8.7  Náhrada škody za zpoždění</w:t>
      </w:r>
    </w:p>
    <w:p w:rsidR="00C96E7C" w:rsidRDefault="00C96E7C" w:rsidP="005D168C">
      <w:pPr>
        <w:pStyle w:val="Textbezodsazen"/>
      </w:pPr>
      <w:r>
        <w:t>Zhotovitel nahradí Objednateli ve smyslu pod-článku 8.7 škodu vzniklou zpožděním ve výši převyšující uhrazenou částku smluvní pokuty uhrazené Zhotovitelem za takové zpoždění podle pod-článku 4.27.</w:t>
      </w:r>
    </w:p>
    <w:p w:rsidR="00C96E7C" w:rsidRDefault="00C96E7C" w:rsidP="005B7883">
      <w:pPr>
        <w:pStyle w:val="Nadpisbezsl1-2"/>
      </w:pPr>
      <w:r>
        <w:lastRenderedPageBreak/>
        <w:t>8.7  Maximální částka náhrady škody za zpoždění</w:t>
      </w:r>
    </w:p>
    <w:p w:rsidR="00C21179" w:rsidRPr="00C21179" w:rsidRDefault="00C96E7C" w:rsidP="005D168C">
      <w:pPr>
        <w:pStyle w:val="Textbezodsazen"/>
      </w:pPr>
      <w:r>
        <w:t>Celková výše náhrady škody za zpoždění je stanovena ve výši nabídkové ceny uvedené</w:t>
      </w:r>
      <w:r w:rsidR="00582C15">
        <w:t xml:space="preserve"> v </w:t>
      </w:r>
      <w:r w:rsidR="00C21179">
        <w:t>Dopise nabídky.</w:t>
      </w:r>
    </w:p>
    <w:p w:rsidR="00C96E7C" w:rsidRDefault="00C96E7C" w:rsidP="005B7883">
      <w:pPr>
        <w:pStyle w:val="Nadpisbezsl1-2"/>
      </w:pPr>
      <w:r>
        <w:t>11.1  Délka záruční doby</w:t>
      </w:r>
    </w:p>
    <w:p w:rsidR="00C96E7C" w:rsidRDefault="00C96E7C" w:rsidP="005D168C">
      <w:pPr>
        <w:pStyle w:val="Textbezodsazen"/>
      </w:pPr>
      <w:r>
        <w:t>Zhotovitel poskytuje na Dílo záruku</w:t>
      </w:r>
      <w:r w:rsidR="00582C15">
        <w:t xml:space="preserve"> v </w:t>
      </w:r>
      <w:r>
        <w:t>níže uvedené délce počínaje ode dne vydání Potvrzení</w:t>
      </w:r>
      <w:r w:rsidR="00582C15">
        <w:t xml:space="preserve"> o </w:t>
      </w:r>
      <w:r>
        <w:t>převzetí</w:t>
      </w:r>
    </w:p>
    <w:p w:rsidR="00C96E7C" w:rsidRDefault="00C96E7C" w:rsidP="00582C15">
      <w:pPr>
        <w:pStyle w:val="Odrka1-1"/>
      </w:pPr>
      <w:r>
        <w:t>na železničním svršku (užitý materiál)</w:t>
      </w:r>
      <w:r w:rsidR="00582C15">
        <w:t xml:space="preserve"> a </w:t>
      </w:r>
      <w:r>
        <w:t>geometrického uspořádání koleje (užitý materiál)</w:t>
      </w:r>
      <w:r w:rsidR="00582C15">
        <w:t xml:space="preserve"> v </w:t>
      </w:r>
      <w:r>
        <w:t>trvání 2 let,</w:t>
      </w:r>
    </w:p>
    <w:p w:rsidR="00C96E7C" w:rsidRDefault="00C96E7C" w:rsidP="00582C15">
      <w:pPr>
        <w:pStyle w:val="Odrka1-1"/>
      </w:pPr>
      <w:r>
        <w:t>na nosné konstrukce</w:t>
      </w:r>
      <w:r w:rsidR="00582C15">
        <w:t xml:space="preserve"> a </w:t>
      </w:r>
      <w:r>
        <w:t>jejich povrchy, na izolace proti vodě, izolace proti vodě mostovek ocelových mostů, tunelů</w:t>
      </w:r>
      <w:r w:rsidR="00582C15">
        <w:t xml:space="preserve"> a </w:t>
      </w:r>
      <w:r>
        <w:t>celoplošné izolace proti vodě</w:t>
      </w:r>
      <w:r w:rsidR="00582C15">
        <w:t xml:space="preserve"> v </w:t>
      </w:r>
      <w:r>
        <w:t>tunelech</w:t>
      </w:r>
      <w:r w:rsidR="00582C15">
        <w:t xml:space="preserve"> v </w:t>
      </w:r>
      <w:r>
        <w:t>trvání 10 let,</w:t>
      </w:r>
    </w:p>
    <w:p w:rsidR="00C96E7C" w:rsidRDefault="00C96E7C" w:rsidP="00582C15">
      <w:pPr>
        <w:pStyle w:val="Odrka1-1"/>
      </w:pPr>
      <w:r>
        <w:t>na ostatní části Díla včetně částí stavebních</w:t>
      </w:r>
      <w:r w:rsidR="00582C15">
        <w:t xml:space="preserve"> a </w:t>
      </w:r>
      <w:r>
        <w:t>montážních</w:t>
      </w:r>
      <w:r w:rsidR="00582C15">
        <w:t xml:space="preserve"> v </w:t>
      </w:r>
      <w:r>
        <w:t>trvání 5 let, pokud není ve Smlouvě nebo kterékoliv její příloze uvedeno jinak.</w:t>
      </w:r>
    </w:p>
    <w:p w:rsidR="00C96E7C" w:rsidRDefault="00C96E7C" w:rsidP="00582C15">
      <w:pPr>
        <w:pStyle w:val="Textbezodsazen"/>
      </w:pPr>
      <w:r>
        <w:t>Záruku za jakost komponentů samostatně dodávaných od jiných zhotovitelů (výrobců) se Zhotovitel zavazuje poskytnout nejméně</w:t>
      </w:r>
      <w:r w:rsidR="00582C15">
        <w:t xml:space="preserve"> v </w:t>
      </w:r>
      <w:r>
        <w:t>délce 24 měsíců ode dne vydání Potvrzení</w:t>
      </w:r>
      <w:r w:rsidR="00582C15">
        <w:t xml:space="preserve"> o </w:t>
      </w:r>
      <w:r>
        <w:t>převzetí Sekce, jejíž je tento komponent součástí. V případech, kdy by Záruční doba poskytnutá výrobcem komponentu překročila výše uvedenou dobu 24 měsíců, zavazuje se Zhotovitel poskytnout Objednateli záruku za jakost alespoň</w:t>
      </w:r>
      <w:r w:rsidR="00582C15">
        <w:t xml:space="preserve"> v </w:t>
      </w:r>
      <w:r>
        <w:t>této delší době.</w:t>
      </w:r>
    </w:p>
    <w:p w:rsidR="00C96E7C" w:rsidRDefault="00C96E7C" w:rsidP="00582C15">
      <w:pPr>
        <w:pStyle w:val="Textbezodsazen"/>
      </w:pPr>
      <w:r>
        <w:t>V případě, že Objednatel</w:t>
      </w:r>
      <w:r w:rsidR="00582C15">
        <w:t xml:space="preserve"> v </w:t>
      </w:r>
      <w:r>
        <w:t>Záruční době oprávněně uplatnil své právo</w:t>
      </w:r>
      <w:r w:rsidR="00582C15">
        <w:t xml:space="preserve"> z </w:t>
      </w:r>
      <w:r>
        <w:t>odpovědnosti Zhotovitele za vady, na jehož základě Zhotovitel pořídil</w:t>
      </w:r>
      <w:r w:rsidR="00582C15">
        <w:t xml:space="preserve"> a </w:t>
      </w:r>
      <w:r>
        <w:t>vyměnil provozuschopné celky nebo komponenty samostatně dodávané od jiných výrobců, počíná ode dne následujícího po dni jejich výměny běžet nová Záruční doba</w:t>
      </w:r>
      <w:r w:rsidR="00582C15">
        <w:t xml:space="preserve"> v </w:t>
      </w:r>
      <w:r>
        <w:t>délce 24 měsíců.</w:t>
      </w:r>
    </w:p>
    <w:p w:rsidR="00D90D67" w:rsidRDefault="00D90D67" w:rsidP="00582C15">
      <w:pPr>
        <w:pStyle w:val="Textbezodsazen"/>
      </w:pPr>
    </w:p>
    <w:p w:rsidR="00C96E7C" w:rsidRDefault="00C96E7C" w:rsidP="005B7883">
      <w:pPr>
        <w:pStyle w:val="Nadpisbezsl1-2"/>
      </w:pPr>
      <w:r>
        <w:t xml:space="preserve">13.1  Právo na variaci </w:t>
      </w:r>
    </w:p>
    <w:p w:rsidR="007D626B" w:rsidRDefault="00C96E7C" w:rsidP="007D626B">
      <w:pPr>
        <w:pStyle w:val="Textbezodsazen"/>
        <w:rPr>
          <w:rFonts w:ascii="Arial Narrow" w:eastAsia="Times New Roman" w:hAnsi="Arial Narrow" w:cs="Times New Roman"/>
          <w:color w:val="0070C0"/>
          <w:sz w:val="20"/>
          <w:szCs w:val="22"/>
        </w:rPr>
      </w:pPr>
      <w:r>
        <w:t>Objednatel</w:t>
      </w:r>
      <w:r w:rsidR="00582C15">
        <w:t xml:space="preserve"> a </w:t>
      </w:r>
      <w:r>
        <w:t>Zhotovitel se dohodli</w:t>
      </w:r>
      <w:r w:rsidR="00582C15">
        <w:t xml:space="preserve"> a </w:t>
      </w:r>
      <w:r>
        <w:t>pro Správce stavby při jednání platí, že</w:t>
      </w:r>
      <w:r w:rsidR="00582C15">
        <w:t xml:space="preserve"> </w:t>
      </w:r>
      <w:r>
        <w:t>projednávání zejména změn Díla se řídí vedle Smlouvy</w:t>
      </w:r>
      <w:r w:rsidR="00582C15">
        <w:t xml:space="preserve"> v </w:t>
      </w:r>
      <w:r>
        <w:t>podrobnostech</w:t>
      </w:r>
      <w:r w:rsidR="00582C15">
        <w:t xml:space="preserve"> i </w:t>
      </w:r>
      <w:r>
        <w:t>Metodikou pro správu změn díla (variací)</w:t>
      </w:r>
      <w:r w:rsidR="00582C15">
        <w:t xml:space="preserve"> u </w:t>
      </w:r>
      <w:r>
        <w:t>stavebních zakázek</w:t>
      </w:r>
      <w:r w:rsidR="00582C15">
        <w:t xml:space="preserve"> z </w:t>
      </w:r>
      <w:r>
        <w:t xml:space="preserve"> ledna 2018, která je dostupná na </w:t>
      </w:r>
      <w:hyperlink r:id="rId13" w:history="1">
        <w:r w:rsidR="007D626B" w:rsidRPr="00097A41">
          <w:rPr>
            <w:rStyle w:val="Hypertextovodkaz"/>
            <w:noProof w:val="0"/>
          </w:rPr>
          <w:t>http://www.sfdi.cz</w:t>
        </w:r>
      </w:hyperlink>
      <w:r>
        <w:t>.</w:t>
      </w:r>
      <w:r w:rsidR="007D626B" w:rsidRPr="007D626B">
        <w:rPr>
          <w:rFonts w:ascii="Arial Narrow" w:eastAsia="Times New Roman" w:hAnsi="Arial Narrow" w:cs="Times New Roman"/>
          <w:color w:val="0070C0"/>
          <w:sz w:val="20"/>
          <w:szCs w:val="22"/>
        </w:rPr>
        <w:t xml:space="preserve"> </w:t>
      </w:r>
    </w:p>
    <w:p w:rsidR="00C96E7C" w:rsidRPr="00EB6216" w:rsidRDefault="007D626B" w:rsidP="00582C15">
      <w:pPr>
        <w:pStyle w:val="Textbezodsazen"/>
        <w:rPr>
          <w:rFonts w:eastAsia="Times New Roman" w:cs="Times New Roman"/>
        </w:rPr>
      </w:pPr>
      <w:r w:rsidRPr="00EB6216">
        <w:rPr>
          <w:rFonts w:eastAsia="Times New Roman" w:cs="Times New Roman"/>
        </w:rPr>
        <w:t xml:space="preserve">V souladu s úpravou ve směrnici Objednatele SŽDC SM 105 Změny během výstavby </w:t>
      </w:r>
      <w:r w:rsidR="00146747" w:rsidRPr="00EB6216">
        <w:rPr>
          <w:rFonts w:eastAsia="Times New Roman" w:cs="Times New Roman"/>
        </w:rPr>
        <w:t xml:space="preserve">v platném znění </w:t>
      </w:r>
      <w:r w:rsidRPr="00EB6216">
        <w:rPr>
          <w:rFonts w:eastAsia="Times New Roman" w:cs="Times New Roman"/>
        </w:rPr>
        <w:t>mohou být</w:t>
      </w:r>
      <w:r w:rsidRPr="00EB6216">
        <w:t xml:space="preserve"> práce obsažené ve změnovém listu zahrnuty do Vyúčtování až po podpisu změnového listu a </w:t>
      </w:r>
      <w:r w:rsidR="00824DF9" w:rsidRPr="00EB6216">
        <w:t>uzavření dodatku ke Smlouvě o dílo obsahující tuto změnu.</w:t>
      </w:r>
    </w:p>
    <w:p w:rsidR="00C96E7C" w:rsidRDefault="00C96E7C" w:rsidP="005B7883">
      <w:pPr>
        <w:pStyle w:val="Nadpisbezsl1-2"/>
      </w:pPr>
      <w:r>
        <w:t>13.5  Podmíněné obnosy</w:t>
      </w:r>
    </w:p>
    <w:p w:rsidR="00C96E7C" w:rsidRDefault="00C96E7C" w:rsidP="00582C15">
      <w:pPr>
        <w:pStyle w:val="Textbezodsazen"/>
      </w:pPr>
      <w:r>
        <w:t>Podmíněné obnosy poskytnuty nebudou.</w:t>
      </w:r>
    </w:p>
    <w:p w:rsidR="00C96E7C" w:rsidRDefault="00C96E7C" w:rsidP="005B7883">
      <w:pPr>
        <w:pStyle w:val="Nadpisbezsl1-2"/>
      </w:pPr>
      <w:r>
        <w:t>13.8  Úpravy</w:t>
      </w:r>
      <w:r w:rsidR="00582C15">
        <w:t xml:space="preserve"> </w:t>
      </w:r>
      <w:r w:rsidR="00071A0E">
        <w:t xml:space="preserve">cen </w:t>
      </w:r>
      <w:r w:rsidR="00582C15">
        <w:t>v </w:t>
      </w:r>
      <w:r>
        <w:t xml:space="preserve">důsledku změn nákladů </w:t>
      </w:r>
    </w:p>
    <w:p w:rsidR="00071A0E" w:rsidRPr="00071A0E" w:rsidRDefault="00071A0E" w:rsidP="005B7883">
      <w:pPr>
        <w:pStyle w:val="Nadpisbezsl1-2"/>
        <w:rPr>
          <w:b w:val="0"/>
          <w:sz w:val="18"/>
          <w:szCs w:val="18"/>
        </w:rPr>
      </w:pPr>
      <w:r w:rsidRPr="00071A0E">
        <w:rPr>
          <w:b w:val="0"/>
          <w:sz w:val="18"/>
          <w:szCs w:val="18"/>
        </w:rPr>
        <w:t>Tento pod-článek se použije.</w:t>
      </w:r>
    </w:p>
    <w:p w:rsidR="00C96E7C" w:rsidRDefault="00C96E7C" w:rsidP="005B7883">
      <w:pPr>
        <w:pStyle w:val="Nadpisbezsl1-2"/>
      </w:pPr>
      <w:r>
        <w:t xml:space="preserve">14.2  Zálohová platba </w:t>
      </w:r>
    </w:p>
    <w:p w:rsidR="00C96E7C" w:rsidRDefault="00C96E7C" w:rsidP="00582C15">
      <w:pPr>
        <w:pStyle w:val="Textbezodsazen"/>
      </w:pPr>
      <w:r>
        <w:t>Zálohová platba bude poskytnuta Zhotoviteli na základě písemné žádosti Zhotovitele (jejíž součástí bude zálohová faktura, případně samostatné zálohové faktury pro výdaje způsobilé ke spolufinancování ze zdrojů EU</w:t>
      </w:r>
      <w:r w:rsidR="00582C15">
        <w:t xml:space="preserve"> a </w:t>
      </w:r>
      <w:r>
        <w:t>pro výdaje nezpůsobilé ke spolufinancování ze zdrojů EU), která musí splňovat podmínky pro její podání</w:t>
      </w:r>
      <w:r w:rsidR="00582C15">
        <w:t xml:space="preserve"> a </w:t>
      </w:r>
      <w:r>
        <w:t>kterou může Zhotovitel podat Objednateli nejdříve po uplynutí 60 dnů od účinnosti Smlouvy. Vzor žádosti je uveden</w:t>
      </w:r>
      <w:r w:rsidR="00582C15">
        <w:t xml:space="preserve"> v </w:t>
      </w:r>
      <w:r>
        <w:t>Příloze č.</w:t>
      </w:r>
      <w:r w:rsidR="00967F7C">
        <w:t> </w:t>
      </w:r>
      <w:r w:rsidR="00023076">
        <w:t>9</w:t>
      </w:r>
      <w:r>
        <w:t xml:space="preserve"> </w:t>
      </w:r>
      <w:r w:rsidR="00005616">
        <w:t>Smlouvy</w:t>
      </w:r>
      <w:r w:rsidR="00582C15">
        <w:t xml:space="preserve"> o </w:t>
      </w:r>
      <w:r>
        <w:t xml:space="preserve">dílo.  </w:t>
      </w:r>
    </w:p>
    <w:p w:rsidR="00C96E7C" w:rsidRDefault="00C96E7C" w:rsidP="00582C15">
      <w:pPr>
        <w:pStyle w:val="Textbezodsazen"/>
      </w:pPr>
      <w:r>
        <w:t>Pokud žádost bude splňovat všechny požadované podmínky pro její podání, sdělí Objednatel tuto skutečnost Zhotoviteli. V případě, že žádost nebude splňovat podmínky pro její podání, Objednatel vrátí žádost Zhotoviteli se zdůvodněním neakceptace žádosti.  Zhotovitel může podat novou žádost za stejných podmínek.  Zálohová platba může být poskytnuta opakovaně, avšak vždy maximálně ve výši rovnající se smluvní hodnotě prací předpokládaných</w:t>
      </w:r>
      <w:r w:rsidR="00582C15">
        <w:t xml:space="preserve"> k </w:t>
      </w:r>
      <w:r>
        <w:t xml:space="preserve">realizaci pro příslušné po sobě jdoucí 3 kalendářní měsíce dle podrobného Harmonogramu, max. však </w:t>
      </w:r>
      <w:r>
        <w:lastRenderedPageBreak/>
        <w:t xml:space="preserve">vždy ve výši rovnající se </w:t>
      </w:r>
      <w:r w:rsidR="00D56E36" w:rsidRPr="00D56E36">
        <w:t xml:space="preserve">30 % </w:t>
      </w:r>
      <w:r w:rsidRPr="00D56E36">
        <w:t>smluvní</w:t>
      </w:r>
      <w:r>
        <w:t xml:space="preserve"> hodnoty prací předpokládaných</w:t>
      </w:r>
      <w:r w:rsidR="00582C15">
        <w:t xml:space="preserve"> k </w:t>
      </w:r>
      <w:r>
        <w:t>realizaci pro příslušný kalendářní rok dle podrobného Harmonogramu  [8.3 Harmonogram]</w:t>
      </w:r>
      <w:r w:rsidR="00582C15">
        <w:t xml:space="preserve"> a </w:t>
      </w:r>
      <w:r>
        <w:t>nejdéle na dobu 3 měsíců (zálohované období).  Podmínkou pro poskytnutí první zálohové platby je fakturace za skutečně provedené práce minimálně za 2 kalendářní měsíce předcházející termínu poskytnutí zálohové platby. Zálohová platba je splatná ve lhůtě do 60 dnů od data doručení žádosti Objednateli při splnění podmínky uvedené</w:t>
      </w:r>
      <w:r w:rsidR="00582C15">
        <w:t xml:space="preserve"> v </w:t>
      </w:r>
      <w:r>
        <w:t>předchozí větě;</w:t>
      </w:r>
      <w:r w:rsidR="00582C15">
        <w:t xml:space="preserve"> v </w:t>
      </w:r>
      <w:r>
        <w:t>opačném případě se lhůta splatnosti prodlužuje až do splnění lhůty</w:t>
      </w:r>
      <w:r w:rsidR="00582C15">
        <w:t xml:space="preserve"> v </w:t>
      </w:r>
      <w:r>
        <w:t xml:space="preserve">předchozí větě. </w:t>
      </w:r>
    </w:p>
    <w:p w:rsidR="00C96E7C" w:rsidRDefault="00C96E7C" w:rsidP="00582C15">
      <w:pPr>
        <w:pStyle w:val="Textbezodsazen"/>
      </w:pPr>
      <w:r>
        <w:t>Žádost</w:t>
      </w:r>
      <w:r w:rsidR="00582C15">
        <w:t xml:space="preserve"> o </w:t>
      </w:r>
      <w:r>
        <w:t>poskytnutí zálohové platby</w:t>
      </w:r>
      <w:r w:rsidR="00582C15">
        <w:t xml:space="preserve"> v </w:t>
      </w:r>
      <w:r>
        <w:t>příslušném kalendářním roce je třeba doručit Objednateli nejpozději do 30.</w:t>
      </w:r>
      <w:r w:rsidR="00582C15">
        <w:t> </w:t>
      </w:r>
      <w:r>
        <w:t>9.</w:t>
      </w:r>
      <w:r w:rsidR="00582C15">
        <w:t> </w:t>
      </w:r>
      <w:r>
        <w:t>příslušného kalendářního roku;</w:t>
      </w:r>
      <w:r w:rsidR="00582C15">
        <w:t xml:space="preserve"> v </w:t>
      </w:r>
      <w:r>
        <w:t>případě pozdějšího doručení žádosti Objednatel negarantuje poskytnutí zálohové platby</w:t>
      </w:r>
      <w:r w:rsidR="00582C15">
        <w:t xml:space="preserve"> v </w:t>
      </w:r>
      <w:r>
        <w:t xml:space="preserve">tomto kalendářním roce.  </w:t>
      </w:r>
    </w:p>
    <w:p w:rsidR="00C96E7C" w:rsidRDefault="00C96E7C" w:rsidP="00582C15">
      <w:pPr>
        <w:pStyle w:val="Textbezodsazen"/>
      </w:pPr>
      <w:r>
        <w:t>Zálohová platba musí být</w:t>
      </w:r>
      <w:r w:rsidR="00582C15">
        <w:t xml:space="preserve"> v </w:t>
      </w:r>
      <w:r>
        <w:t>plné výši zúčtovaná formou odpočtů částek potvrzených</w:t>
      </w:r>
      <w:r w:rsidR="00582C15">
        <w:t xml:space="preserve"> v </w:t>
      </w:r>
      <w:r>
        <w:t>nejbližších po sobě následujících Potvrzeních průběžné platby, tj.</w:t>
      </w:r>
      <w:r w:rsidR="00582C15">
        <w:t xml:space="preserve"> v </w:t>
      </w:r>
      <w:r>
        <w:t xml:space="preserve">po sobě následujících fakturách skutečného plnění, která budou bezprostředně navazovat po datu poskytnutí zálohové platby. Až po zúčtování celé výše poskytnuté zálohové platby bude se mít za to, jako by žádná zálohová platba poskytnuta nebyla. </w:t>
      </w:r>
    </w:p>
    <w:p w:rsidR="00C96E7C" w:rsidRDefault="00C96E7C" w:rsidP="00582C15">
      <w:pPr>
        <w:pStyle w:val="Textbezodsazen"/>
      </w:pPr>
      <w:r>
        <w:t>Nebude-li zálohová platba zúčtována za skutečně provedené práce</w:t>
      </w:r>
      <w:r w:rsidR="00582C15">
        <w:t xml:space="preserve"> v </w:t>
      </w:r>
      <w:r>
        <w:t>zálohovaném období</w:t>
      </w:r>
      <w:r w:rsidR="00582C15">
        <w:t xml:space="preserve"> v </w:t>
      </w:r>
      <w:r>
        <w:t>plné výši, využije Zhotovitel nezúčtovaný zůstatek zálohové platby pro zhotovování Díla</w:t>
      </w:r>
      <w:r w:rsidR="00582C15">
        <w:t xml:space="preserve"> v </w:t>
      </w:r>
      <w:r>
        <w:t xml:space="preserve">období nadcházejícím tím, že: </w:t>
      </w:r>
    </w:p>
    <w:p w:rsidR="00C96E7C" w:rsidRDefault="00C96E7C" w:rsidP="00AA7F27">
      <w:pPr>
        <w:pStyle w:val="Odstavec1-1a"/>
        <w:numPr>
          <w:ilvl w:val="0"/>
          <w:numId w:val="47"/>
        </w:numPr>
      </w:pPr>
      <w:r>
        <w:t>Zhotovitel prokazatelně oznámí Objednateli do 15 dnů ode dne uplynutí zálohovaného období prodloužení zálohovaného období,</w:t>
      </w:r>
      <w:r w:rsidR="00582C15">
        <w:t xml:space="preserve"> a </w:t>
      </w:r>
      <w:r>
        <w:t>to</w:t>
      </w:r>
      <w:r w:rsidR="00582C15">
        <w:t xml:space="preserve"> o </w:t>
      </w:r>
      <w:r>
        <w:t>počet kalendářních měsíců,</w:t>
      </w:r>
      <w:r w:rsidR="00582C15">
        <w:t xml:space="preserve"> v </w:t>
      </w:r>
      <w:r>
        <w:t>průběhu kterých má, dle aktuálního podrobného Harmonogramu, dojít</w:t>
      </w:r>
      <w:r w:rsidR="00582C15">
        <w:t xml:space="preserve"> k </w:t>
      </w:r>
      <w:r>
        <w:t xml:space="preserve">zúčtování celého zůstatku poskytnuté zálohové platby za skutečně provedené práce do doby uvedení Díla do provozu. </w:t>
      </w:r>
    </w:p>
    <w:p w:rsidR="00C96E7C" w:rsidRDefault="00C96E7C" w:rsidP="00AA7F27">
      <w:pPr>
        <w:pStyle w:val="Odstavec1-1a"/>
      </w:pPr>
      <w:r>
        <w:t>V návaznosti na toto oznámení je Zhotovitel zároveň povinen nejpozději do 30 dnů ode dne uplynutí zálohovaného období předat Objednateli Bankovní záruku splňující ustanovení pod-článku 14.2 Zvláštních podmínek, tj. kromě dalšího, bude Objednateli předaná Bankovní záruka platná</w:t>
      </w:r>
      <w:r w:rsidR="00582C15">
        <w:t xml:space="preserve"> a </w:t>
      </w:r>
      <w:r>
        <w:t>vymahatelná po dobu</w:t>
      </w:r>
      <w:r w:rsidR="00582C15">
        <w:t xml:space="preserve"> o </w:t>
      </w:r>
      <w:r>
        <w:t>60 dnů delší, než je Zhotovitelem oznámené prodloužené zálohované období dle bodu 1.</w:t>
      </w:r>
    </w:p>
    <w:p w:rsidR="00C96E7C" w:rsidRDefault="00C96E7C" w:rsidP="00AA7F27">
      <w:pPr>
        <w:pStyle w:val="Odstavec1-1a"/>
      </w:pPr>
      <w:r>
        <w:t>Nezúčtovaná část zálohové platby</w:t>
      </w:r>
      <w:r w:rsidR="00582C15">
        <w:t xml:space="preserve"> v </w:t>
      </w:r>
      <w:r>
        <w:t>zálohovaném období musí být</w:t>
      </w:r>
      <w:r w:rsidR="00582C15">
        <w:t xml:space="preserve"> v </w:t>
      </w:r>
      <w:r>
        <w:t>prodlouženém zálohovaném období zúčtovávána obdobně jako</w:t>
      </w:r>
      <w:r w:rsidR="00582C15">
        <w:t xml:space="preserve"> v </w:t>
      </w:r>
      <w:r>
        <w:t>zálohovaném období, tj. formou odpočtů částek potvrzených</w:t>
      </w:r>
      <w:r w:rsidR="00582C15">
        <w:t xml:space="preserve"> v </w:t>
      </w:r>
      <w:r>
        <w:t>nejbližších po sobě následujících Potvrzeních průběžné platby, tj.</w:t>
      </w:r>
      <w:r w:rsidR="00582C15">
        <w:t xml:space="preserve"> v </w:t>
      </w:r>
      <w:r>
        <w:t xml:space="preserve">po sobě následujících fakturách skutečného plnění. </w:t>
      </w:r>
    </w:p>
    <w:p w:rsidR="00C96E7C" w:rsidRDefault="00C96E7C" w:rsidP="00AA7F27">
      <w:pPr>
        <w:pStyle w:val="Odstavec1-1a"/>
      </w:pPr>
      <w:r>
        <w:t>K oznámení</w:t>
      </w:r>
      <w:r w:rsidR="00582C15">
        <w:t xml:space="preserve"> o </w:t>
      </w:r>
      <w:r>
        <w:t>prodloužení zálohovaného období, se současným prodloužením Bankovní záruky, lze</w:t>
      </w:r>
      <w:r w:rsidR="00582C15">
        <w:t xml:space="preserve"> v </w:t>
      </w:r>
      <w:r>
        <w:t>případech, kdykoli je předchozí podrobný Harmonogram</w:t>
      </w:r>
      <w:r w:rsidR="00582C15">
        <w:t xml:space="preserve"> v </w:t>
      </w:r>
      <w:r>
        <w:t>rozporu se skutečným postupem, přistoupit opakovaně,</w:t>
      </w:r>
      <w:r w:rsidR="00582C15">
        <w:t xml:space="preserve"> a </w:t>
      </w:r>
      <w:r>
        <w:t>to při splnění shodných podmínek, za kterých došlo</w:t>
      </w:r>
      <w:r w:rsidR="00582C15">
        <w:t xml:space="preserve"> k </w:t>
      </w:r>
      <w:r>
        <w:t xml:space="preserve">prodloužení zálohovaného období. </w:t>
      </w:r>
    </w:p>
    <w:p w:rsidR="00C96E7C" w:rsidRDefault="00C96E7C" w:rsidP="00AA7F27">
      <w:pPr>
        <w:pStyle w:val="Odstavec1-1a"/>
      </w:pPr>
      <w:r>
        <w:t>V případě:</w:t>
      </w:r>
    </w:p>
    <w:p w:rsidR="00C96E7C" w:rsidRDefault="00C96E7C" w:rsidP="00AA7F27">
      <w:pPr>
        <w:pStyle w:val="Odstavec1-2i"/>
      </w:pPr>
      <w:r>
        <w:t>kdy Zhotovitel dle bodu 1 neoznámí prodloužení zálohovaného období, nebo nepředá Objednateli Bankovní záruku (viz bod 2), je povinen vrátit Objednateli nezúčtovanou část poskytnuté zálohové platby,</w:t>
      </w:r>
      <w:r w:rsidR="00582C15">
        <w:t xml:space="preserve"> a </w:t>
      </w:r>
      <w:r>
        <w:t>to do 30 dnů od uplynutí zálohovaného/prodlouženého zálohovaného období;</w:t>
      </w:r>
    </w:p>
    <w:p w:rsidR="00C96E7C" w:rsidRDefault="00C96E7C" w:rsidP="00AA7F27">
      <w:pPr>
        <w:pStyle w:val="Odstavec1-2i"/>
      </w:pPr>
      <w:r>
        <w:t>kdy dojde</w:t>
      </w:r>
      <w:r w:rsidR="00582C15">
        <w:t xml:space="preserve"> k </w:t>
      </w:r>
      <w:r>
        <w:t>ukončení smluvního vztahu,</w:t>
      </w:r>
      <w:r w:rsidR="00582C15">
        <w:t xml:space="preserve"> a </w:t>
      </w:r>
      <w:r>
        <w:t>to</w:t>
      </w:r>
      <w:r w:rsidR="00582C15">
        <w:t xml:space="preserve"> z </w:t>
      </w:r>
      <w:r>
        <w:t>jakéhokoli důvodu před dokončením Díla, je povinen vrátit Objednateli nezúčtovanou část poskytnuté zálohové platby,</w:t>
      </w:r>
      <w:r w:rsidR="00582C15">
        <w:t xml:space="preserve"> a </w:t>
      </w:r>
      <w:r>
        <w:t>to do 15 dnů od ukončení smluvního vztahu;</w:t>
      </w:r>
    </w:p>
    <w:p w:rsidR="00C96E7C" w:rsidRDefault="00C96E7C" w:rsidP="00AA7F27">
      <w:pPr>
        <w:pStyle w:val="Odstavec1-2i"/>
      </w:pPr>
      <w:r>
        <w:t>kdy Zhotovitel nezúčtuje zálohovou platbu do 31.</w:t>
      </w:r>
      <w:r w:rsidR="00BF5233">
        <w:t> </w:t>
      </w:r>
      <w:r>
        <w:t>8.</w:t>
      </w:r>
      <w:r w:rsidR="00BF5233">
        <w:t> </w:t>
      </w:r>
      <w:r>
        <w:t>následujícího kalendářního roku po poskytnutí zálohové platby, je povinen vrátit Objednateli nezúčtovanou část poskytnuté zálohové platby,</w:t>
      </w:r>
      <w:r w:rsidR="00582C15">
        <w:t xml:space="preserve"> a </w:t>
      </w:r>
      <w:r>
        <w:t>to do 30.</w:t>
      </w:r>
      <w:r w:rsidR="00BF5233">
        <w:t> </w:t>
      </w:r>
      <w:r>
        <w:t>9. tohoto následujícího kalendářního roku.</w:t>
      </w:r>
    </w:p>
    <w:p w:rsidR="00C96E7C" w:rsidRDefault="00C96E7C" w:rsidP="00582C15">
      <w:pPr>
        <w:pStyle w:val="Textbezodsazen"/>
      </w:pPr>
      <w:r>
        <w:t>Po zúčtování celé předchozí zálohové platby</w:t>
      </w:r>
      <w:r w:rsidR="00582C15">
        <w:t xml:space="preserve"> a </w:t>
      </w:r>
      <w:r>
        <w:t>vrácení nezúčtovaného zůstatku zálohové platby může Zhotovitel předložit další žádost</w:t>
      </w:r>
      <w:r w:rsidR="00582C15">
        <w:t xml:space="preserve"> o </w:t>
      </w:r>
      <w:r>
        <w:t>poskytnutí zálohové platby</w:t>
      </w:r>
      <w:r w:rsidR="00582C15">
        <w:t xml:space="preserve"> a </w:t>
      </w:r>
      <w:r>
        <w:t xml:space="preserve">může mu být za stejných podmínek poskytnuta další zálohová platba. </w:t>
      </w:r>
    </w:p>
    <w:p w:rsidR="00C96E7C" w:rsidRDefault="00C96E7C" w:rsidP="00582C15">
      <w:pPr>
        <w:pStyle w:val="Textbezodsazen"/>
      </w:pPr>
      <w:r>
        <w:t xml:space="preserve">Celkový součet požadovaných zálohových plateb nesmí překročit Smluvní cenu. </w:t>
      </w:r>
    </w:p>
    <w:p w:rsidR="00C96E7C" w:rsidRDefault="00C96E7C" w:rsidP="005B7883">
      <w:pPr>
        <w:pStyle w:val="Nadpisbezsl1-2"/>
      </w:pPr>
      <w:r>
        <w:lastRenderedPageBreak/>
        <w:t>14.5  Technologické materiály určené pro dílo</w:t>
      </w:r>
    </w:p>
    <w:p w:rsidR="00C96E7C" w:rsidRDefault="00C96E7C" w:rsidP="00582C15">
      <w:pPr>
        <w:pStyle w:val="Textbezodsazen"/>
      </w:pPr>
      <w:r>
        <w:t>Pod-článek 14.5 se nepoužije.</w:t>
      </w:r>
    </w:p>
    <w:p w:rsidR="00C96E7C" w:rsidRDefault="00C96E7C" w:rsidP="005B7883">
      <w:pPr>
        <w:pStyle w:val="Nadpisbezsl1-2"/>
      </w:pPr>
      <w:r>
        <w:t>14.6  Částka, která může být</w:t>
      </w:r>
      <w:r w:rsidR="00582C15">
        <w:t xml:space="preserve"> z </w:t>
      </w:r>
      <w:r>
        <w:t>Průběžné platby zadržena</w:t>
      </w:r>
      <w:r w:rsidR="00582C15">
        <w:t xml:space="preserve"> v </w:t>
      </w:r>
      <w:r>
        <w:t>případě porušení Smlouvy</w:t>
      </w:r>
    </w:p>
    <w:p w:rsidR="00C96E7C" w:rsidRDefault="00C96E7C" w:rsidP="00582C15">
      <w:pPr>
        <w:pStyle w:val="Textbezodsazen"/>
      </w:pPr>
      <w:r>
        <w:t>Objednatel může</w:t>
      </w:r>
      <w:r w:rsidR="00582C15">
        <w:t xml:space="preserve"> v </w:t>
      </w:r>
      <w:r>
        <w:t>případě porušení některé povinnosti dle pod-odstavce (c) až (f) zadržet částku ve výši 10 %</w:t>
      </w:r>
      <w:r w:rsidR="00582C15">
        <w:t xml:space="preserve"> z </w:t>
      </w:r>
      <w:r>
        <w:t>Průběžné platby.</w:t>
      </w:r>
    </w:p>
    <w:p w:rsidR="00C96E7C" w:rsidRDefault="00C96E7C" w:rsidP="005B7883">
      <w:pPr>
        <w:pStyle w:val="Nadpisbezsl1-2"/>
      </w:pPr>
      <w:r>
        <w:t>14.6  Minimální částka Potvrzení průběžné platby</w:t>
      </w:r>
    </w:p>
    <w:p w:rsidR="00C96E7C" w:rsidRDefault="00C96E7C" w:rsidP="00582C15">
      <w:pPr>
        <w:pStyle w:val="Textbezodsazen"/>
      </w:pPr>
      <w:r>
        <w:t xml:space="preserve">Minimální částka Potvrzení průběžné platby není stanovena. </w:t>
      </w:r>
    </w:p>
    <w:p w:rsidR="00C96E7C" w:rsidRDefault="00C96E7C" w:rsidP="005B7883">
      <w:pPr>
        <w:pStyle w:val="Nadpisbezsl1-2"/>
      </w:pPr>
      <w:r>
        <w:t>14.15</w:t>
      </w:r>
      <w:r w:rsidR="00582C15">
        <w:t xml:space="preserve">  </w:t>
      </w:r>
      <w:r>
        <w:t>Měny platby</w:t>
      </w:r>
    </w:p>
    <w:p w:rsidR="00C96E7C" w:rsidRDefault="00C96E7C" w:rsidP="00582C15">
      <w:pPr>
        <w:pStyle w:val="Textbezodsazen"/>
      </w:pPr>
      <w:r>
        <w:t>Smluvní cena</w:t>
      </w:r>
      <w:r w:rsidR="00582C15">
        <w:t xml:space="preserve"> a </w:t>
      </w:r>
      <w:r>
        <w:t>jakákoli jiná platba provedená na zákla</w:t>
      </w:r>
      <w:r w:rsidR="00C732F0">
        <w:t>dě Smlouvy musí být zaplacena</w:t>
      </w:r>
      <w:r w:rsidR="00582C15">
        <w:t xml:space="preserve"> v </w:t>
      </w:r>
      <w:r>
        <w:t>českých korunách.</w:t>
      </w:r>
    </w:p>
    <w:p w:rsidR="00C96E7C" w:rsidRDefault="00C96E7C" w:rsidP="005B7883">
      <w:pPr>
        <w:pStyle w:val="Nadpisbezsl1-2"/>
      </w:pPr>
      <w:r>
        <w:t>18.1</w:t>
      </w:r>
      <w:r w:rsidR="00582C15">
        <w:t xml:space="preserve">  </w:t>
      </w:r>
      <w:r>
        <w:t>Obecné požadavky na pojištění</w:t>
      </w:r>
    </w:p>
    <w:p w:rsidR="00C96E7C" w:rsidRDefault="00C96E7C" w:rsidP="00582C15">
      <w:pPr>
        <w:pStyle w:val="Textbezodsazen"/>
      </w:pPr>
      <w:r>
        <w:t>Zhotovitel předloží</w:t>
      </w:r>
      <w:r w:rsidR="00582C15">
        <w:t xml:space="preserve"> a </w:t>
      </w:r>
      <w:r>
        <w:t>poskytne Objednateli</w:t>
      </w:r>
      <w:r w:rsidR="00582C15">
        <w:t xml:space="preserve"> v </w:t>
      </w:r>
      <w:r>
        <w:t>dále uvedených lhůtách:</w:t>
      </w:r>
    </w:p>
    <w:p w:rsidR="00C96E7C" w:rsidRDefault="00C96E7C" w:rsidP="00582C15">
      <w:pPr>
        <w:pStyle w:val="Odrka1-1"/>
      </w:pPr>
      <w:r>
        <w:t>důkaz, že pojištění popsaná</w:t>
      </w:r>
      <w:r w:rsidR="00582C15">
        <w:t xml:space="preserve"> v </w:t>
      </w:r>
      <w:r>
        <w:t>článku 18 jsou</w:t>
      </w:r>
      <w:r w:rsidR="00582C15">
        <w:t xml:space="preserve"> v </w:t>
      </w:r>
      <w:r>
        <w:t>platnosti, kdykoliv na vyžádání Objednatele,</w:t>
      </w:r>
      <w:r w:rsidR="00582C15">
        <w:t xml:space="preserve"> a </w:t>
      </w:r>
      <w:r>
        <w:t>to do 2 pracovních dnů od obdržení žádosti Objednatele;</w:t>
      </w:r>
    </w:p>
    <w:p w:rsidR="00C96E7C" w:rsidRDefault="00C96E7C" w:rsidP="00582C15">
      <w:pPr>
        <w:pStyle w:val="Odrka1-1"/>
      </w:pPr>
      <w:r>
        <w:t>kopii pojistek pro pojištění popsaných</w:t>
      </w:r>
      <w:r w:rsidR="00582C15">
        <w:t xml:space="preserve"> v </w:t>
      </w:r>
      <w:r>
        <w:t>článku 18 do 2 pracovních dnů od Data zahájení prací.</w:t>
      </w:r>
    </w:p>
    <w:p w:rsidR="00C96E7C" w:rsidRDefault="00C96E7C" w:rsidP="005B7883">
      <w:pPr>
        <w:pStyle w:val="Nadpisbezsl1-2"/>
      </w:pPr>
      <w:r>
        <w:t>18.2  Pojištění díla</w:t>
      </w:r>
      <w:r w:rsidR="00582C15">
        <w:t xml:space="preserve"> a </w:t>
      </w:r>
      <w:r>
        <w:t>vyb</w:t>
      </w:r>
      <w:r w:rsidR="00582C15">
        <w:t>a</w:t>
      </w:r>
      <w:r>
        <w:t>ven</w:t>
      </w:r>
      <w:r w:rsidR="00582C15">
        <w:t>í</w:t>
      </w:r>
      <w:r>
        <w:t xml:space="preserve"> zhotovitele</w:t>
      </w:r>
    </w:p>
    <w:p w:rsidR="00C96E7C" w:rsidRDefault="00C96E7C" w:rsidP="00582C15">
      <w:pPr>
        <w:pStyle w:val="Textbezodsazen"/>
      </w:pPr>
      <w:r>
        <w:t>Zhotovitel je povinen uzavřít pojistnou smlouvu na majetkové pojištění „all risk“ dle pod-článku 18.2</w:t>
      </w:r>
      <w:r w:rsidR="00582C15">
        <w:t xml:space="preserve"> s </w:t>
      </w:r>
      <w:r>
        <w:t>pojistným plněním sjednaným minimálně ve výši nab</w:t>
      </w:r>
      <w:r w:rsidR="00C732F0">
        <w:t>ídkové ceny (bez DPH) uvedené</w:t>
      </w:r>
      <w:r w:rsidR="00582C15">
        <w:t xml:space="preserve"> v </w:t>
      </w:r>
      <w:r>
        <w:t>Dopisu nabídky.</w:t>
      </w:r>
    </w:p>
    <w:p w:rsidR="00C96E7C" w:rsidRDefault="00C96E7C" w:rsidP="005B7883">
      <w:pPr>
        <w:pStyle w:val="Nadpisbezsl1-2"/>
      </w:pPr>
      <w:r>
        <w:t>20.1  Ověřování</w:t>
      </w:r>
      <w:r w:rsidR="00582C15">
        <w:t xml:space="preserve"> a </w:t>
      </w:r>
      <w:r>
        <w:t xml:space="preserve">kvantifikace claimů </w:t>
      </w:r>
    </w:p>
    <w:p w:rsidR="00C96E7C" w:rsidRDefault="00C96E7C" w:rsidP="00582C15">
      <w:pPr>
        <w:pStyle w:val="Textbezodsazen"/>
      </w:pPr>
      <w:r>
        <w:t>Objednatel</w:t>
      </w:r>
      <w:r w:rsidR="00582C15">
        <w:t xml:space="preserve"> a </w:t>
      </w:r>
      <w:r>
        <w:t>Zh</w:t>
      </w:r>
      <w:r w:rsidRPr="00582C15">
        <w:rPr>
          <w:rStyle w:val="TextbezodsazenChar"/>
        </w:rPr>
        <w:t>o</w:t>
      </w:r>
      <w:r>
        <w:t>tovitel se dohodli</w:t>
      </w:r>
      <w:r w:rsidR="00582C15">
        <w:t xml:space="preserve"> a </w:t>
      </w:r>
      <w:r>
        <w:t>pro Správce stavby při jednání především podle pod-článku 3.5 platí, že ověřování</w:t>
      </w:r>
      <w:r w:rsidR="00582C15">
        <w:t xml:space="preserve"> a </w:t>
      </w:r>
      <w:r>
        <w:t>kvantifikace claimů Zhotovitele se řídí vedle Smlouvy</w:t>
      </w:r>
      <w:r w:rsidR="00582C15">
        <w:t xml:space="preserve"> v </w:t>
      </w:r>
      <w:r>
        <w:t xml:space="preserve"> podrobnostech</w:t>
      </w:r>
      <w:r w:rsidR="00582C15">
        <w:t xml:space="preserve"> i </w:t>
      </w:r>
      <w:r>
        <w:t>Metodikou pro ověřování</w:t>
      </w:r>
      <w:r w:rsidR="00582C15">
        <w:t xml:space="preserve"> a </w:t>
      </w:r>
      <w:r>
        <w:t>kvantifikaci finančních nároků uplatněných ze smluvních závazkových vztahů</w:t>
      </w:r>
      <w:r w:rsidR="00582C15">
        <w:t xml:space="preserve"> z </w:t>
      </w:r>
      <w:r>
        <w:t xml:space="preserve">roku 2018, která je dostupná na </w:t>
      </w:r>
      <w:hyperlink r:id="rId14" w:history="1">
        <w:r w:rsidRPr="00582C15">
          <w:rPr>
            <w:rStyle w:val="Hypertextovodkaz"/>
            <w:noProof w:val="0"/>
          </w:rPr>
          <w:t>www.sfdi.cz/poskytovani-informaci/metodiky/</w:t>
        </w:r>
      </w:hyperlink>
      <w:r>
        <w:t>.</w:t>
      </w:r>
    </w:p>
    <w:p w:rsidR="00C96E7C" w:rsidRDefault="00C96E7C" w:rsidP="005B7883">
      <w:pPr>
        <w:pStyle w:val="Nadpisbezsl1-2"/>
      </w:pPr>
      <w:r>
        <w:t>20.2 až 20.8  Rozhodování sporů</w:t>
      </w:r>
    </w:p>
    <w:p w:rsidR="00C96E7C" w:rsidRDefault="00C96E7C" w:rsidP="00582C15">
      <w:pPr>
        <w:pStyle w:val="Textbezodsazen"/>
      </w:pPr>
      <w:r>
        <w:t>Rozhodování sporů je upraveno dle varianty B.</w:t>
      </w:r>
    </w:p>
    <w:p w:rsidR="00C732F0" w:rsidRDefault="00C732F0" w:rsidP="00C732F0">
      <w:pPr>
        <w:jc w:val="both"/>
      </w:pPr>
    </w:p>
    <w:p w:rsidR="00C732F0" w:rsidRDefault="00C732F0" w:rsidP="00C732F0">
      <w:pPr>
        <w:jc w:val="both"/>
      </w:pPr>
    </w:p>
    <w:p w:rsidR="00C732F0" w:rsidRDefault="00C732F0" w:rsidP="00C732F0">
      <w:pPr>
        <w:jc w:val="both"/>
      </w:pPr>
    </w:p>
    <w:sectPr w:rsidR="00C732F0" w:rsidSect="00967F7C">
      <w:footerReference w:type="even" r:id="rId15"/>
      <w:footerReference w:type="default" r:id="rId16"/>
      <w:headerReference w:type="first" r:id="rId17"/>
      <w:footerReference w:type="first" r:id="rId18"/>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3CEB" w:rsidRDefault="00093CEB" w:rsidP="00962258">
      <w:pPr>
        <w:spacing w:after="0" w:line="240" w:lineRule="auto"/>
      </w:pPr>
      <w:r>
        <w:separator/>
      </w:r>
    </w:p>
  </w:endnote>
  <w:endnote w:type="continuationSeparator" w:id="0">
    <w:p w:rsidR="00093CEB" w:rsidRDefault="00093CE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1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67F7C" w:rsidRPr="003462EB" w:rsidTr="00EC3D99">
      <w:tc>
        <w:tcPr>
          <w:tcW w:w="1021" w:type="dxa"/>
          <w:vAlign w:val="bottom"/>
        </w:tcPr>
        <w:p w:rsidR="00967F7C" w:rsidRPr="00B8518B" w:rsidRDefault="00967F7C" w:rsidP="00EC3D99">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A3658">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BA3658">
            <w:rPr>
              <w:rStyle w:val="slostrnky"/>
              <w:noProof/>
            </w:rPr>
            <w:t>9</w:t>
          </w:r>
          <w:r w:rsidRPr="00B8518B">
            <w:rPr>
              <w:rStyle w:val="slostrnky"/>
            </w:rPr>
            <w:fldChar w:fldCharType="end"/>
          </w:r>
        </w:p>
      </w:tc>
      <w:tc>
        <w:tcPr>
          <w:tcW w:w="0" w:type="auto"/>
          <w:vAlign w:val="bottom"/>
        </w:tcPr>
        <w:p w:rsidR="00967F7C" w:rsidRDefault="00967F7C" w:rsidP="00EC3D99">
          <w:pPr>
            <w:pStyle w:val="Zpatvlevo"/>
          </w:pPr>
          <w:r>
            <w:t>Příloha k a nabídce</w:t>
          </w:r>
        </w:p>
        <w:p w:rsidR="00967F7C" w:rsidRPr="003462EB" w:rsidRDefault="00967F7C" w:rsidP="00967F7C">
          <w:pPr>
            <w:pStyle w:val="Zpatvlevo"/>
          </w:pPr>
          <w:r w:rsidRPr="00967F7C">
            <w:rPr>
              <w:b/>
            </w:rPr>
            <w:fldChar w:fldCharType="begin"/>
          </w:r>
          <w:r w:rsidRPr="00967F7C">
            <w:rPr>
              <w:b/>
            </w:rPr>
            <w:instrText xml:space="preserve"> STYLEREF  _Název_akce  \* MERGEFORMAT </w:instrText>
          </w:r>
          <w:r w:rsidRPr="00967F7C">
            <w:rPr>
              <w:b/>
            </w:rPr>
            <w:fldChar w:fldCharType="separate"/>
          </w:r>
          <w:r w:rsidR="00BA3658">
            <w:rPr>
              <w:b/>
              <w:noProof/>
            </w:rPr>
            <w:t>„Zajištění bezbariérového přístupu na nástupiště v ŽST Roztoky u Prahy“</w:t>
          </w:r>
          <w:r w:rsidRPr="00967F7C">
            <w:rPr>
              <w:b/>
              <w:noProof/>
            </w:rPr>
            <w:fldChar w:fldCharType="end"/>
          </w:r>
        </w:p>
      </w:tc>
    </w:tr>
  </w:tbl>
  <w:p w:rsidR="00AA7F27" w:rsidRPr="00967F7C" w:rsidRDefault="00AA7F27">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67F7C" w:rsidRPr="009E09BE" w:rsidTr="00EC3D99">
      <w:tc>
        <w:tcPr>
          <w:tcW w:w="0" w:type="auto"/>
          <w:tcMar>
            <w:left w:w="0" w:type="dxa"/>
            <w:right w:w="0" w:type="dxa"/>
          </w:tcMar>
          <w:vAlign w:val="bottom"/>
        </w:tcPr>
        <w:p w:rsidR="00967F7C" w:rsidRDefault="00967F7C" w:rsidP="00EC3D99">
          <w:pPr>
            <w:pStyle w:val="Zpatvpravo"/>
          </w:pPr>
          <w:r>
            <w:t>Příloha k nabídce</w:t>
          </w:r>
        </w:p>
        <w:p w:rsidR="00967F7C" w:rsidRPr="003462EB" w:rsidRDefault="00967F7C" w:rsidP="00967F7C">
          <w:pPr>
            <w:pStyle w:val="Zpatvpravo"/>
            <w:rPr>
              <w:rStyle w:val="slostrnky"/>
              <w:b w:val="0"/>
              <w:color w:val="auto"/>
              <w:sz w:val="12"/>
            </w:rPr>
          </w:pPr>
          <w:r w:rsidRPr="00967F7C">
            <w:rPr>
              <w:b/>
            </w:rPr>
            <w:fldChar w:fldCharType="begin"/>
          </w:r>
          <w:r w:rsidRPr="00967F7C">
            <w:rPr>
              <w:b/>
            </w:rPr>
            <w:instrText xml:space="preserve"> STYLEREF  _Název_akce  \* MERGEFORMAT </w:instrText>
          </w:r>
          <w:r w:rsidRPr="00967F7C">
            <w:rPr>
              <w:b/>
            </w:rPr>
            <w:fldChar w:fldCharType="separate"/>
          </w:r>
          <w:r w:rsidR="00BA3658">
            <w:rPr>
              <w:b/>
              <w:noProof/>
            </w:rPr>
            <w:t>„Zajištění bezbariérového přístupu na nástupiště v ŽST Roztoky u Prahy“</w:t>
          </w:r>
          <w:r w:rsidRPr="00967F7C">
            <w:rPr>
              <w:b/>
              <w:noProof/>
            </w:rPr>
            <w:fldChar w:fldCharType="end"/>
          </w:r>
        </w:p>
      </w:tc>
      <w:tc>
        <w:tcPr>
          <w:tcW w:w="1021" w:type="dxa"/>
          <w:vAlign w:val="bottom"/>
        </w:tcPr>
        <w:p w:rsidR="00967F7C" w:rsidRPr="009E09BE" w:rsidRDefault="00967F7C" w:rsidP="00EC3D99">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A3658">
            <w:rPr>
              <w:rStyle w:val="slostrnky"/>
              <w:noProof/>
            </w:rPr>
            <w:t>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BA3658">
            <w:rPr>
              <w:rStyle w:val="slostrnky"/>
              <w:noProof/>
            </w:rPr>
            <w:t>9</w:t>
          </w:r>
          <w:r w:rsidRPr="00B8518B">
            <w:rPr>
              <w:rStyle w:val="slostrnky"/>
            </w:rPr>
            <w:fldChar w:fldCharType="end"/>
          </w:r>
        </w:p>
      </w:tc>
    </w:tr>
  </w:tbl>
  <w:p w:rsidR="00582C15" w:rsidRPr="00B8518B" w:rsidRDefault="00582C15"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0ED7" w:rsidRDefault="00240ED7" w:rsidP="00967F7C">
    <w:pPr>
      <w:pStyle w:val="Zpat"/>
      <w:rPr>
        <w:rFonts w:cs="Calibri"/>
        <w:sz w:val="12"/>
        <w:szCs w:val="12"/>
      </w:rPr>
    </w:pPr>
    <w:r>
      <w:rPr>
        <w:noProof/>
        <w:lang w:eastAsia="cs-CZ"/>
      </w:rPr>
      <w:drawing>
        <wp:anchor distT="0" distB="0" distL="114300" distR="114300" simplePos="0" relativeHeight="251675648" behindDoc="1" locked="1" layoutInCell="1" allowOverlap="1" wp14:anchorId="00D797A2" wp14:editId="69E0CF55">
          <wp:simplePos x="0" y="0"/>
          <wp:positionH relativeFrom="page">
            <wp:posOffset>793115</wp:posOffset>
          </wp:positionH>
          <wp:positionV relativeFrom="page">
            <wp:posOffset>9448165</wp:posOffset>
          </wp:positionV>
          <wp:extent cx="5939790" cy="949960"/>
          <wp:effectExtent l="0" t="0" r="3810" b="2540"/>
          <wp:wrapTopAndBottom/>
          <wp:docPr id="9" name="Obrázek 9" descr="loga EU_MD+OPD+SFD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loga EU_MD+OPD+SFDI"/>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939790" cy="94996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3CEB" w:rsidRDefault="00093CEB" w:rsidP="00962258">
      <w:pPr>
        <w:spacing w:after="0" w:line="240" w:lineRule="auto"/>
      </w:pPr>
      <w:r>
        <w:separator/>
      </w:r>
    </w:p>
  </w:footnote>
  <w:footnote w:type="continuationSeparator" w:id="0">
    <w:p w:rsidR="00093CEB" w:rsidRDefault="00093CEB"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582C15" w:rsidTr="00B22106">
      <w:trPr>
        <w:trHeight w:hRule="exact" w:val="936"/>
      </w:trPr>
      <w:tc>
        <w:tcPr>
          <w:tcW w:w="1361" w:type="dxa"/>
          <w:tcMar>
            <w:left w:w="0" w:type="dxa"/>
            <w:right w:w="0" w:type="dxa"/>
          </w:tcMar>
        </w:tcPr>
        <w:p w:rsidR="00582C15" w:rsidRPr="00B8518B" w:rsidRDefault="00582C15" w:rsidP="00FC6389">
          <w:pPr>
            <w:pStyle w:val="Zpat"/>
            <w:rPr>
              <w:rStyle w:val="slostrnky"/>
            </w:rPr>
          </w:pPr>
        </w:p>
      </w:tc>
      <w:tc>
        <w:tcPr>
          <w:tcW w:w="3458" w:type="dxa"/>
          <w:shd w:val="clear" w:color="auto" w:fill="auto"/>
          <w:tcMar>
            <w:left w:w="0" w:type="dxa"/>
            <w:right w:w="0" w:type="dxa"/>
          </w:tcMar>
        </w:tcPr>
        <w:p w:rsidR="00582C15" w:rsidRDefault="00967F7C" w:rsidP="00967F7C">
          <w:pPr>
            <w:pStyle w:val="Zpat"/>
          </w:pPr>
          <w:r>
            <w:rPr>
              <w:noProof/>
              <w:lang w:eastAsia="cs-CZ"/>
            </w:rPr>
            <w:drawing>
              <wp:anchor distT="0" distB="0" distL="114300" distR="114300" simplePos="0" relativeHeight="251672576" behindDoc="0" locked="1" layoutInCell="1" allowOverlap="1" wp14:anchorId="6869F975" wp14:editId="4493E8E0">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rsidR="00582C15" w:rsidRPr="00D6163D" w:rsidRDefault="00582C15" w:rsidP="00FC6389">
          <w:pPr>
            <w:pStyle w:val="Druhdokumentu"/>
          </w:pPr>
        </w:p>
      </w:tc>
    </w:tr>
    <w:tr w:rsidR="00582C15" w:rsidTr="00B22106">
      <w:trPr>
        <w:trHeight w:hRule="exact" w:val="936"/>
      </w:trPr>
      <w:tc>
        <w:tcPr>
          <w:tcW w:w="1361" w:type="dxa"/>
          <w:tcMar>
            <w:left w:w="0" w:type="dxa"/>
            <w:right w:w="0" w:type="dxa"/>
          </w:tcMar>
        </w:tcPr>
        <w:p w:rsidR="00582C15" w:rsidRPr="00B8518B" w:rsidRDefault="00582C15" w:rsidP="00FC6389">
          <w:pPr>
            <w:pStyle w:val="Zpat"/>
            <w:rPr>
              <w:rStyle w:val="slostrnky"/>
            </w:rPr>
          </w:pPr>
        </w:p>
      </w:tc>
      <w:tc>
        <w:tcPr>
          <w:tcW w:w="3458" w:type="dxa"/>
          <w:shd w:val="clear" w:color="auto" w:fill="auto"/>
          <w:tcMar>
            <w:left w:w="0" w:type="dxa"/>
            <w:right w:w="0" w:type="dxa"/>
          </w:tcMar>
        </w:tcPr>
        <w:p w:rsidR="00582C15" w:rsidRDefault="00582C15" w:rsidP="00FC6389">
          <w:pPr>
            <w:pStyle w:val="Zpat"/>
          </w:pPr>
        </w:p>
      </w:tc>
      <w:tc>
        <w:tcPr>
          <w:tcW w:w="5756" w:type="dxa"/>
          <w:shd w:val="clear" w:color="auto" w:fill="auto"/>
          <w:tcMar>
            <w:left w:w="0" w:type="dxa"/>
            <w:right w:w="0" w:type="dxa"/>
          </w:tcMar>
        </w:tcPr>
        <w:p w:rsidR="00582C15" w:rsidRPr="00D6163D" w:rsidRDefault="00582C15" w:rsidP="00FC6389">
          <w:pPr>
            <w:pStyle w:val="Druhdokumentu"/>
          </w:pPr>
        </w:p>
      </w:tc>
    </w:tr>
  </w:tbl>
  <w:p w:rsidR="00582C15" w:rsidRPr="00D6163D" w:rsidRDefault="00582C15" w:rsidP="00FC6389">
    <w:pPr>
      <w:pStyle w:val="Zhlav"/>
      <w:rPr>
        <w:sz w:val="8"/>
        <w:szCs w:val="8"/>
      </w:rPr>
    </w:pPr>
  </w:p>
  <w:p w:rsidR="00582C15" w:rsidRPr="00460660" w:rsidRDefault="00582C15">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A7532"/>
    <w:multiLevelType w:val="hybridMultilevel"/>
    <w:tmpl w:val="F8209C62"/>
    <w:lvl w:ilvl="0" w:tplc="5468AE94">
      <w:start w:val="4"/>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F753ED6"/>
    <w:multiLevelType w:val="hybridMultilevel"/>
    <w:tmpl w:val="8C2AAA8A"/>
    <w:lvl w:ilvl="0" w:tplc="EF94C56E">
      <w:start w:val="1"/>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31F680C"/>
    <w:multiLevelType w:val="hybridMultilevel"/>
    <w:tmpl w:val="B4AE10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CABE99FC"/>
    <w:numStyleLink w:val="ListNumbermultilevel"/>
  </w:abstractNum>
  <w:abstractNum w:abstractNumId="12"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11"/>
  </w:num>
  <w:num w:numId="4">
    <w:abstractNumId w:val="5"/>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8"/>
  </w:num>
  <w:num w:numId="8">
    <w:abstractNumId w:val="10"/>
  </w:num>
  <w:num w:numId="9">
    <w:abstractNumId w:val="1"/>
  </w:num>
  <w:num w:numId="10">
    <w:abstractNumId w:val="3"/>
  </w:num>
  <w:num w:numId="11">
    <w:abstractNumId w:val="12"/>
  </w:num>
  <w:num w:numId="12">
    <w:abstractNumId w:val="1"/>
  </w:num>
  <w:num w:numId="13">
    <w:abstractNumId w:val="3"/>
  </w:num>
  <w:num w:numId="14">
    <w:abstractNumId w:val="3"/>
  </w:num>
  <w:num w:numId="15">
    <w:abstractNumId w:val="6"/>
  </w:num>
  <w:num w:numId="16">
    <w:abstractNumId w:val="6"/>
  </w:num>
  <w:num w:numId="17">
    <w:abstractNumId w:val="6"/>
  </w:num>
  <w:num w:numId="18">
    <w:abstractNumId w:val="8"/>
  </w:num>
  <w:num w:numId="19">
    <w:abstractNumId w:val="8"/>
  </w:num>
  <w:num w:numId="20">
    <w:abstractNumId w:val="8"/>
  </w:num>
  <w:num w:numId="21">
    <w:abstractNumId w:val="10"/>
  </w:num>
  <w:num w:numId="22">
    <w:abstractNumId w:val="1"/>
  </w:num>
  <w:num w:numId="23">
    <w:abstractNumId w:val="1"/>
  </w:num>
  <w:num w:numId="24">
    <w:abstractNumId w:val="3"/>
  </w:num>
  <w:num w:numId="25">
    <w:abstractNumId w:val="3"/>
  </w:num>
  <w:num w:numId="26">
    <w:abstractNumId w:val="12"/>
  </w:num>
  <w:num w:numId="27">
    <w:abstractNumId w:val="9"/>
  </w:num>
  <w:num w:numId="28">
    <w:abstractNumId w:val="1"/>
  </w:num>
  <w:num w:numId="29">
    <w:abstractNumId w:val="3"/>
  </w:num>
  <w:num w:numId="30">
    <w:abstractNumId w:val="3"/>
  </w:num>
  <w:num w:numId="31">
    <w:abstractNumId w:val="6"/>
  </w:num>
  <w:num w:numId="32">
    <w:abstractNumId w:val="6"/>
  </w:num>
  <w:num w:numId="33">
    <w:abstractNumId w:val="6"/>
  </w:num>
  <w:num w:numId="34">
    <w:abstractNumId w:val="6"/>
  </w:num>
  <w:num w:numId="35">
    <w:abstractNumId w:val="8"/>
  </w:num>
  <w:num w:numId="36">
    <w:abstractNumId w:val="8"/>
  </w:num>
  <w:num w:numId="37">
    <w:abstractNumId w:val="8"/>
  </w:num>
  <w:num w:numId="38">
    <w:abstractNumId w:val="8"/>
  </w:num>
  <w:num w:numId="39">
    <w:abstractNumId w:val="10"/>
  </w:num>
  <w:num w:numId="40">
    <w:abstractNumId w:val="1"/>
  </w:num>
  <w:num w:numId="41">
    <w:abstractNumId w:val="1"/>
  </w:num>
  <w:num w:numId="42">
    <w:abstractNumId w:val="3"/>
  </w:num>
  <w:num w:numId="43">
    <w:abstractNumId w:val="3"/>
  </w:num>
  <w:num w:numId="44">
    <w:abstractNumId w:val="12"/>
  </w:num>
  <w:num w:numId="45">
    <w:abstractNumId w:val="12"/>
  </w:num>
  <w:num w:numId="4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7"/>
  </w:num>
  <w:num w:numId="49">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6253"/>
    <w:rsid w:val="00005616"/>
    <w:rsid w:val="000077E8"/>
    <w:rsid w:val="00011269"/>
    <w:rsid w:val="00011C46"/>
    <w:rsid w:val="00017F3C"/>
    <w:rsid w:val="00023076"/>
    <w:rsid w:val="00041EC8"/>
    <w:rsid w:val="00044C35"/>
    <w:rsid w:val="0006588D"/>
    <w:rsid w:val="00067A5E"/>
    <w:rsid w:val="000719BB"/>
    <w:rsid w:val="00071A0E"/>
    <w:rsid w:val="00072A65"/>
    <w:rsid w:val="00072C1E"/>
    <w:rsid w:val="00093CEB"/>
    <w:rsid w:val="000B4EB8"/>
    <w:rsid w:val="000C40E5"/>
    <w:rsid w:val="000C41F2"/>
    <w:rsid w:val="000D22C4"/>
    <w:rsid w:val="000D27D1"/>
    <w:rsid w:val="000E0B11"/>
    <w:rsid w:val="000E1A7F"/>
    <w:rsid w:val="000F4591"/>
    <w:rsid w:val="00103BEA"/>
    <w:rsid w:val="00112864"/>
    <w:rsid w:val="00114472"/>
    <w:rsid w:val="00114988"/>
    <w:rsid w:val="001149ED"/>
    <w:rsid w:val="00115069"/>
    <w:rsid w:val="001150F2"/>
    <w:rsid w:val="0012024F"/>
    <w:rsid w:val="00127CF1"/>
    <w:rsid w:val="00145961"/>
    <w:rsid w:val="00146747"/>
    <w:rsid w:val="00152473"/>
    <w:rsid w:val="00152D40"/>
    <w:rsid w:val="001656A2"/>
    <w:rsid w:val="00170EC5"/>
    <w:rsid w:val="001747C1"/>
    <w:rsid w:val="00174FB5"/>
    <w:rsid w:val="00177D6B"/>
    <w:rsid w:val="00191F90"/>
    <w:rsid w:val="001965E6"/>
    <w:rsid w:val="001B022A"/>
    <w:rsid w:val="001B4E74"/>
    <w:rsid w:val="001C645F"/>
    <w:rsid w:val="001D25DD"/>
    <w:rsid w:val="001E3C56"/>
    <w:rsid w:val="001E678E"/>
    <w:rsid w:val="002071BB"/>
    <w:rsid w:val="00207DF5"/>
    <w:rsid w:val="00230EAC"/>
    <w:rsid w:val="0023464E"/>
    <w:rsid w:val="00235D7C"/>
    <w:rsid w:val="00240B81"/>
    <w:rsid w:val="00240ED7"/>
    <w:rsid w:val="00244767"/>
    <w:rsid w:val="00244AD4"/>
    <w:rsid w:val="00247D01"/>
    <w:rsid w:val="00260D49"/>
    <w:rsid w:val="00261A5B"/>
    <w:rsid w:val="00262E5B"/>
    <w:rsid w:val="002654CC"/>
    <w:rsid w:val="00276AFE"/>
    <w:rsid w:val="002A3B57"/>
    <w:rsid w:val="002C31BF"/>
    <w:rsid w:val="002D7FD6"/>
    <w:rsid w:val="002E0CD7"/>
    <w:rsid w:val="002E0CFB"/>
    <w:rsid w:val="002E1D03"/>
    <w:rsid w:val="002E3A3F"/>
    <w:rsid w:val="002E3D9F"/>
    <w:rsid w:val="002E5C7B"/>
    <w:rsid w:val="002F4333"/>
    <w:rsid w:val="00312736"/>
    <w:rsid w:val="00317AC0"/>
    <w:rsid w:val="00322AA5"/>
    <w:rsid w:val="003259C2"/>
    <w:rsid w:val="00327EEF"/>
    <w:rsid w:val="0033239F"/>
    <w:rsid w:val="00333D0F"/>
    <w:rsid w:val="0034274B"/>
    <w:rsid w:val="0034719F"/>
    <w:rsid w:val="00350A35"/>
    <w:rsid w:val="003571D8"/>
    <w:rsid w:val="00357BC6"/>
    <w:rsid w:val="00361422"/>
    <w:rsid w:val="003633DB"/>
    <w:rsid w:val="00366226"/>
    <w:rsid w:val="00373532"/>
    <w:rsid w:val="0037545D"/>
    <w:rsid w:val="003907DF"/>
    <w:rsid w:val="003910F9"/>
    <w:rsid w:val="0039276A"/>
    <w:rsid w:val="00392EB6"/>
    <w:rsid w:val="00394C56"/>
    <w:rsid w:val="003956C6"/>
    <w:rsid w:val="003A14A2"/>
    <w:rsid w:val="003C33F2"/>
    <w:rsid w:val="003D756E"/>
    <w:rsid w:val="003E2E24"/>
    <w:rsid w:val="003E420D"/>
    <w:rsid w:val="003E4C13"/>
    <w:rsid w:val="004001A6"/>
    <w:rsid w:val="0040052B"/>
    <w:rsid w:val="004078F3"/>
    <w:rsid w:val="004220DE"/>
    <w:rsid w:val="0042532F"/>
    <w:rsid w:val="00427794"/>
    <w:rsid w:val="00441B4D"/>
    <w:rsid w:val="00450F07"/>
    <w:rsid w:val="00453CD3"/>
    <w:rsid w:val="00460660"/>
    <w:rsid w:val="00464BA9"/>
    <w:rsid w:val="00483969"/>
    <w:rsid w:val="00486107"/>
    <w:rsid w:val="00491827"/>
    <w:rsid w:val="004C4399"/>
    <w:rsid w:val="004C4830"/>
    <w:rsid w:val="004C787C"/>
    <w:rsid w:val="004D4B84"/>
    <w:rsid w:val="004E0643"/>
    <w:rsid w:val="004E7A1F"/>
    <w:rsid w:val="004F4B9B"/>
    <w:rsid w:val="00500582"/>
    <w:rsid w:val="0050666E"/>
    <w:rsid w:val="005075E5"/>
    <w:rsid w:val="00511AB9"/>
    <w:rsid w:val="00523BB5"/>
    <w:rsid w:val="00523EA7"/>
    <w:rsid w:val="005406EB"/>
    <w:rsid w:val="00553375"/>
    <w:rsid w:val="00555884"/>
    <w:rsid w:val="005571A2"/>
    <w:rsid w:val="005579CC"/>
    <w:rsid w:val="005736B7"/>
    <w:rsid w:val="00575E5A"/>
    <w:rsid w:val="00580245"/>
    <w:rsid w:val="00582C15"/>
    <w:rsid w:val="005A1F44"/>
    <w:rsid w:val="005B7883"/>
    <w:rsid w:val="005C4979"/>
    <w:rsid w:val="005D168C"/>
    <w:rsid w:val="005D3C39"/>
    <w:rsid w:val="005D6C32"/>
    <w:rsid w:val="005F054D"/>
    <w:rsid w:val="005F3E29"/>
    <w:rsid w:val="00601A8C"/>
    <w:rsid w:val="00605DD8"/>
    <w:rsid w:val="0061012B"/>
    <w:rsid w:val="0061068E"/>
    <w:rsid w:val="006115D3"/>
    <w:rsid w:val="00612096"/>
    <w:rsid w:val="00617585"/>
    <w:rsid w:val="0065610E"/>
    <w:rsid w:val="00660AD3"/>
    <w:rsid w:val="00673932"/>
    <w:rsid w:val="006776B6"/>
    <w:rsid w:val="00680727"/>
    <w:rsid w:val="00684518"/>
    <w:rsid w:val="00686B59"/>
    <w:rsid w:val="00693150"/>
    <w:rsid w:val="006A4B55"/>
    <w:rsid w:val="006A5570"/>
    <w:rsid w:val="006A689C"/>
    <w:rsid w:val="006B3D79"/>
    <w:rsid w:val="006B6FE4"/>
    <w:rsid w:val="006B73BB"/>
    <w:rsid w:val="006C2343"/>
    <w:rsid w:val="006C442A"/>
    <w:rsid w:val="006C5D15"/>
    <w:rsid w:val="006E0578"/>
    <w:rsid w:val="006E13F8"/>
    <w:rsid w:val="006E314D"/>
    <w:rsid w:val="00710723"/>
    <w:rsid w:val="0071293B"/>
    <w:rsid w:val="00723ED1"/>
    <w:rsid w:val="00726AFE"/>
    <w:rsid w:val="00740AF5"/>
    <w:rsid w:val="00743525"/>
    <w:rsid w:val="00752D81"/>
    <w:rsid w:val="007541A2"/>
    <w:rsid w:val="00755818"/>
    <w:rsid w:val="0076286B"/>
    <w:rsid w:val="00766846"/>
    <w:rsid w:val="0077673A"/>
    <w:rsid w:val="007846E1"/>
    <w:rsid w:val="007847D6"/>
    <w:rsid w:val="007A172F"/>
    <w:rsid w:val="007A5172"/>
    <w:rsid w:val="007A67A0"/>
    <w:rsid w:val="007B09A4"/>
    <w:rsid w:val="007B1246"/>
    <w:rsid w:val="007B570C"/>
    <w:rsid w:val="007C4C3C"/>
    <w:rsid w:val="007D4C3D"/>
    <w:rsid w:val="007D626B"/>
    <w:rsid w:val="007E2B8D"/>
    <w:rsid w:val="007E4A6E"/>
    <w:rsid w:val="007F56A7"/>
    <w:rsid w:val="007F66F4"/>
    <w:rsid w:val="00800851"/>
    <w:rsid w:val="00807DD0"/>
    <w:rsid w:val="008123B6"/>
    <w:rsid w:val="008170C1"/>
    <w:rsid w:val="00821D01"/>
    <w:rsid w:val="00824DF9"/>
    <w:rsid w:val="00825695"/>
    <w:rsid w:val="00826B7B"/>
    <w:rsid w:val="008326B8"/>
    <w:rsid w:val="00846789"/>
    <w:rsid w:val="00857A77"/>
    <w:rsid w:val="008602BD"/>
    <w:rsid w:val="00870145"/>
    <w:rsid w:val="008825B2"/>
    <w:rsid w:val="008842C9"/>
    <w:rsid w:val="008A3568"/>
    <w:rsid w:val="008B01FE"/>
    <w:rsid w:val="008B0618"/>
    <w:rsid w:val="008B6FA1"/>
    <w:rsid w:val="008B7754"/>
    <w:rsid w:val="008C45C2"/>
    <w:rsid w:val="008C50F3"/>
    <w:rsid w:val="008C6302"/>
    <w:rsid w:val="008C7EFE"/>
    <w:rsid w:val="008D03B9"/>
    <w:rsid w:val="008D10F5"/>
    <w:rsid w:val="008D30C7"/>
    <w:rsid w:val="008F18D6"/>
    <w:rsid w:val="008F2C9B"/>
    <w:rsid w:val="008F4AEA"/>
    <w:rsid w:val="008F4D86"/>
    <w:rsid w:val="008F797B"/>
    <w:rsid w:val="00904780"/>
    <w:rsid w:val="0090635B"/>
    <w:rsid w:val="00906C36"/>
    <w:rsid w:val="009162F5"/>
    <w:rsid w:val="00922385"/>
    <w:rsid w:val="009223DF"/>
    <w:rsid w:val="0092484E"/>
    <w:rsid w:val="0092771B"/>
    <w:rsid w:val="00936091"/>
    <w:rsid w:val="00940D8A"/>
    <w:rsid w:val="00953532"/>
    <w:rsid w:val="00962258"/>
    <w:rsid w:val="009678B7"/>
    <w:rsid w:val="00967F7C"/>
    <w:rsid w:val="00992D9C"/>
    <w:rsid w:val="00996496"/>
    <w:rsid w:val="00996CB8"/>
    <w:rsid w:val="009A06AE"/>
    <w:rsid w:val="009A4235"/>
    <w:rsid w:val="009B0F8A"/>
    <w:rsid w:val="009B1A24"/>
    <w:rsid w:val="009B2E97"/>
    <w:rsid w:val="009B5146"/>
    <w:rsid w:val="009B641A"/>
    <w:rsid w:val="009C1450"/>
    <w:rsid w:val="009C386C"/>
    <w:rsid w:val="009C418E"/>
    <w:rsid w:val="009C442C"/>
    <w:rsid w:val="009D1439"/>
    <w:rsid w:val="009D1F4D"/>
    <w:rsid w:val="009E07F4"/>
    <w:rsid w:val="009F0BC6"/>
    <w:rsid w:val="009F309B"/>
    <w:rsid w:val="009F392E"/>
    <w:rsid w:val="009F4424"/>
    <w:rsid w:val="009F53C5"/>
    <w:rsid w:val="00A05305"/>
    <w:rsid w:val="00A06969"/>
    <w:rsid w:val="00A0740E"/>
    <w:rsid w:val="00A10A3F"/>
    <w:rsid w:val="00A14CEF"/>
    <w:rsid w:val="00A1518B"/>
    <w:rsid w:val="00A318A8"/>
    <w:rsid w:val="00A50641"/>
    <w:rsid w:val="00A530BF"/>
    <w:rsid w:val="00A6177B"/>
    <w:rsid w:val="00A66136"/>
    <w:rsid w:val="00A71189"/>
    <w:rsid w:val="00A7364A"/>
    <w:rsid w:val="00A74DCC"/>
    <w:rsid w:val="00A753ED"/>
    <w:rsid w:val="00A77512"/>
    <w:rsid w:val="00A85C45"/>
    <w:rsid w:val="00A94994"/>
    <w:rsid w:val="00A94C2F"/>
    <w:rsid w:val="00AA4CBB"/>
    <w:rsid w:val="00AA65FA"/>
    <w:rsid w:val="00AA7351"/>
    <w:rsid w:val="00AA7F27"/>
    <w:rsid w:val="00AD056F"/>
    <w:rsid w:val="00AD0C7B"/>
    <w:rsid w:val="00AD5F1A"/>
    <w:rsid w:val="00AD6731"/>
    <w:rsid w:val="00AD7B08"/>
    <w:rsid w:val="00AF0E06"/>
    <w:rsid w:val="00B008D5"/>
    <w:rsid w:val="00B02F73"/>
    <w:rsid w:val="00B0619F"/>
    <w:rsid w:val="00B13A26"/>
    <w:rsid w:val="00B15D0D"/>
    <w:rsid w:val="00B22106"/>
    <w:rsid w:val="00B222FB"/>
    <w:rsid w:val="00B26D5E"/>
    <w:rsid w:val="00B5431A"/>
    <w:rsid w:val="00B6270B"/>
    <w:rsid w:val="00B75EE1"/>
    <w:rsid w:val="00B77481"/>
    <w:rsid w:val="00B8518B"/>
    <w:rsid w:val="00B97CC3"/>
    <w:rsid w:val="00BA0EBA"/>
    <w:rsid w:val="00BA3658"/>
    <w:rsid w:val="00BB79E8"/>
    <w:rsid w:val="00BC05F2"/>
    <w:rsid w:val="00BC06C4"/>
    <w:rsid w:val="00BD7E91"/>
    <w:rsid w:val="00BD7F0D"/>
    <w:rsid w:val="00BF5233"/>
    <w:rsid w:val="00C02D0A"/>
    <w:rsid w:val="00C03A6E"/>
    <w:rsid w:val="00C12C1E"/>
    <w:rsid w:val="00C21179"/>
    <w:rsid w:val="00C226C0"/>
    <w:rsid w:val="00C33406"/>
    <w:rsid w:val="00C42FE6"/>
    <w:rsid w:val="00C44F6A"/>
    <w:rsid w:val="00C45177"/>
    <w:rsid w:val="00C6198E"/>
    <w:rsid w:val="00C708EA"/>
    <w:rsid w:val="00C732F0"/>
    <w:rsid w:val="00C778A5"/>
    <w:rsid w:val="00C83340"/>
    <w:rsid w:val="00C95162"/>
    <w:rsid w:val="00C968A1"/>
    <w:rsid w:val="00C96E7C"/>
    <w:rsid w:val="00CA42A7"/>
    <w:rsid w:val="00CA4600"/>
    <w:rsid w:val="00CA5A14"/>
    <w:rsid w:val="00CB6A37"/>
    <w:rsid w:val="00CB7684"/>
    <w:rsid w:val="00CC7C8F"/>
    <w:rsid w:val="00CD1FC4"/>
    <w:rsid w:val="00CD33A4"/>
    <w:rsid w:val="00CF2351"/>
    <w:rsid w:val="00CF4255"/>
    <w:rsid w:val="00D034A0"/>
    <w:rsid w:val="00D1661F"/>
    <w:rsid w:val="00D21061"/>
    <w:rsid w:val="00D246FC"/>
    <w:rsid w:val="00D30D72"/>
    <w:rsid w:val="00D36EA0"/>
    <w:rsid w:val="00D4108E"/>
    <w:rsid w:val="00D435C3"/>
    <w:rsid w:val="00D45CD0"/>
    <w:rsid w:val="00D45E4C"/>
    <w:rsid w:val="00D54131"/>
    <w:rsid w:val="00D56E36"/>
    <w:rsid w:val="00D6163D"/>
    <w:rsid w:val="00D80E54"/>
    <w:rsid w:val="00D81A0E"/>
    <w:rsid w:val="00D831A3"/>
    <w:rsid w:val="00D87995"/>
    <w:rsid w:val="00D90D67"/>
    <w:rsid w:val="00D97BE3"/>
    <w:rsid w:val="00DA3711"/>
    <w:rsid w:val="00DB4483"/>
    <w:rsid w:val="00DC0FD9"/>
    <w:rsid w:val="00DD24AF"/>
    <w:rsid w:val="00DD46F3"/>
    <w:rsid w:val="00DE56F2"/>
    <w:rsid w:val="00DF116D"/>
    <w:rsid w:val="00E06EDE"/>
    <w:rsid w:val="00E1344F"/>
    <w:rsid w:val="00E16FF7"/>
    <w:rsid w:val="00E264B3"/>
    <w:rsid w:val="00E26D68"/>
    <w:rsid w:val="00E37BAF"/>
    <w:rsid w:val="00E41EEA"/>
    <w:rsid w:val="00E44045"/>
    <w:rsid w:val="00E46253"/>
    <w:rsid w:val="00E55B33"/>
    <w:rsid w:val="00E618C4"/>
    <w:rsid w:val="00E72324"/>
    <w:rsid w:val="00E878EE"/>
    <w:rsid w:val="00E91D47"/>
    <w:rsid w:val="00EA6EC7"/>
    <w:rsid w:val="00EB104F"/>
    <w:rsid w:val="00EB46E5"/>
    <w:rsid w:val="00EB6216"/>
    <w:rsid w:val="00EC13C6"/>
    <w:rsid w:val="00EC63FF"/>
    <w:rsid w:val="00EC7081"/>
    <w:rsid w:val="00ED0C1F"/>
    <w:rsid w:val="00ED14BD"/>
    <w:rsid w:val="00ED5EB7"/>
    <w:rsid w:val="00EF3412"/>
    <w:rsid w:val="00F016C7"/>
    <w:rsid w:val="00F0427E"/>
    <w:rsid w:val="00F06146"/>
    <w:rsid w:val="00F12DEC"/>
    <w:rsid w:val="00F14E8A"/>
    <w:rsid w:val="00F1715C"/>
    <w:rsid w:val="00F26CFB"/>
    <w:rsid w:val="00F2704A"/>
    <w:rsid w:val="00F310F8"/>
    <w:rsid w:val="00F35939"/>
    <w:rsid w:val="00F3661D"/>
    <w:rsid w:val="00F45607"/>
    <w:rsid w:val="00F4722B"/>
    <w:rsid w:val="00F54432"/>
    <w:rsid w:val="00F56EF4"/>
    <w:rsid w:val="00F659EB"/>
    <w:rsid w:val="00F86BA6"/>
    <w:rsid w:val="00F95494"/>
    <w:rsid w:val="00F95772"/>
    <w:rsid w:val="00FA401F"/>
    <w:rsid w:val="00FB6342"/>
    <w:rsid w:val="00FC6389"/>
    <w:rsid w:val="00FD5813"/>
    <w:rsid w:val="00FE6AEC"/>
    <w:rsid w:val="00FF15C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142A69F"/>
  <w14:defaultImageDpi w14:val="32767"/>
  <w15:docId w15:val="{A05F0F57-7E71-408F-B850-610CB8F2A4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579CC"/>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5579CC"/>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5579CC"/>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5579CC"/>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5579CC"/>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5579CC"/>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5579CC"/>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5579CC"/>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5579CC"/>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5579CC"/>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5579CC"/>
    <w:pPr>
      <w:tabs>
        <w:tab w:val="center" w:pos="4536"/>
        <w:tab w:val="right" w:pos="9072"/>
      </w:tabs>
      <w:spacing w:after="0" w:line="240" w:lineRule="auto"/>
    </w:pPr>
  </w:style>
  <w:style w:type="character" w:customStyle="1" w:styleId="ZpatChar">
    <w:name w:val="Zápatí Char"/>
    <w:basedOn w:val="Standardnpsmoodstavce"/>
    <w:link w:val="Zpat"/>
    <w:uiPriority w:val="99"/>
    <w:rsid w:val="005579CC"/>
    <w:rPr>
      <w:rFonts w:ascii="Verdana" w:hAnsi="Verdana"/>
      <w:sz w:val="20"/>
      <w:szCs w:val="20"/>
    </w:rPr>
  </w:style>
  <w:style w:type="character" w:customStyle="1" w:styleId="Nadpis1Char">
    <w:name w:val="Nadpis 1 Char"/>
    <w:basedOn w:val="Standardnpsmoodstavce"/>
    <w:link w:val="Nadpis1"/>
    <w:uiPriority w:val="9"/>
    <w:rsid w:val="005579CC"/>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5579CC"/>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5579CC"/>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5579CC"/>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5579CC"/>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5579CC"/>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5579CC"/>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5579CC"/>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5579CC"/>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5579CC"/>
    <w:pPr>
      <w:spacing w:after="0" w:line="240" w:lineRule="auto"/>
    </w:pPr>
    <w:rPr>
      <w:rFonts w:ascii="Verdana" w:hAnsi="Verdana"/>
      <w:sz w:val="20"/>
      <w:szCs w:val="20"/>
    </w:rPr>
  </w:style>
  <w:style w:type="paragraph" w:styleId="Citt">
    <w:name w:val="Quote"/>
    <w:basedOn w:val="Normln"/>
    <w:next w:val="Normln"/>
    <w:link w:val="CittChar"/>
    <w:uiPriority w:val="29"/>
    <w:qFormat/>
    <w:rsid w:val="005579CC"/>
    <w:rPr>
      <w:i/>
      <w:iCs/>
      <w:color w:val="000000" w:themeColor="text1"/>
    </w:rPr>
  </w:style>
  <w:style w:type="character" w:customStyle="1" w:styleId="CittChar">
    <w:name w:val="Citát Char"/>
    <w:basedOn w:val="Standardnpsmoodstavce"/>
    <w:link w:val="Citt"/>
    <w:uiPriority w:val="29"/>
    <w:rsid w:val="005579CC"/>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5579CC"/>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5579CC"/>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5579CC"/>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5579CC"/>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5579CC"/>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5579CC"/>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5579CC"/>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5579CC"/>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582C15"/>
    <w:pPr>
      <w:numPr>
        <w:numId w:val="3"/>
      </w:numPr>
      <w:spacing w:after="12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5579CC"/>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5579CC"/>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5579CC"/>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5579CC"/>
    <w:pPr>
      <w:keepNext/>
      <w:numPr>
        <w:numId w:val="43"/>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5579CC"/>
    <w:pPr>
      <w:numPr>
        <w:ilvl w:val="1"/>
      </w:numPr>
      <w:spacing w:before="200"/>
      <w:outlineLvl w:val="1"/>
    </w:pPr>
    <w:rPr>
      <w:caps w:val="0"/>
      <w:sz w:val="20"/>
    </w:rPr>
  </w:style>
  <w:style w:type="character" w:customStyle="1" w:styleId="Nadpis2-1Char">
    <w:name w:val="_Nadpis_2-1 Char"/>
    <w:basedOn w:val="Standardnpsmoodstavce"/>
    <w:link w:val="Nadpis2-1"/>
    <w:rsid w:val="005579CC"/>
    <w:rPr>
      <w:rFonts w:ascii="Verdana" w:hAnsi="Verdana"/>
      <w:b/>
      <w:caps/>
      <w:sz w:val="22"/>
    </w:rPr>
  </w:style>
  <w:style w:type="paragraph" w:customStyle="1" w:styleId="Text2-1">
    <w:name w:val="_Text_2-1"/>
    <w:basedOn w:val="Odstavecseseznamem"/>
    <w:link w:val="Text2-1Char"/>
    <w:qFormat/>
    <w:rsid w:val="005579CC"/>
    <w:pPr>
      <w:numPr>
        <w:ilvl w:val="2"/>
        <w:numId w:val="43"/>
      </w:numPr>
      <w:spacing w:after="120" w:line="264" w:lineRule="auto"/>
      <w:contextualSpacing w:val="0"/>
      <w:jc w:val="both"/>
    </w:pPr>
    <w:rPr>
      <w:sz w:val="18"/>
      <w:szCs w:val="18"/>
    </w:rPr>
  </w:style>
  <w:style w:type="character" w:customStyle="1" w:styleId="Nadpis2-2Char">
    <w:name w:val="_Nadpis_2-2 Char"/>
    <w:basedOn w:val="Nadpis2-1Char"/>
    <w:link w:val="Nadpis2-2"/>
    <w:rsid w:val="005579CC"/>
    <w:rPr>
      <w:rFonts w:ascii="Verdana" w:hAnsi="Verdana"/>
      <w:b/>
      <w:caps w:val="0"/>
      <w:sz w:val="20"/>
    </w:rPr>
  </w:style>
  <w:style w:type="paragraph" w:customStyle="1" w:styleId="Titul2">
    <w:name w:val="_Titul_2"/>
    <w:basedOn w:val="Normln"/>
    <w:qFormat/>
    <w:rsid w:val="005579CC"/>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5579CC"/>
    <w:rPr>
      <w:rFonts w:ascii="Verdana" w:hAnsi="Verdana"/>
    </w:rPr>
  </w:style>
  <w:style w:type="paragraph" w:customStyle="1" w:styleId="Titul1">
    <w:name w:val="_Titul_1"/>
    <w:basedOn w:val="Normln"/>
    <w:qFormat/>
    <w:rsid w:val="005579CC"/>
    <w:pPr>
      <w:spacing w:after="240" w:line="264" w:lineRule="auto"/>
    </w:pPr>
    <w:rPr>
      <w:b/>
      <w:sz w:val="48"/>
      <w:szCs w:val="44"/>
    </w:rPr>
  </w:style>
  <w:style w:type="paragraph" w:customStyle="1" w:styleId="Tituldatum">
    <w:name w:val="_Titul_datum"/>
    <w:basedOn w:val="Normln"/>
    <w:link w:val="TituldatumChar"/>
    <w:qFormat/>
    <w:rsid w:val="005579CC"/>
    <w:pPr>
      <w:spacing w:after="240" w:line="264" w:lineRule="auto"/>
    </w:pPr>
    <w:rPr>
      <w:sz w:val="24"/>
      <w:szCs w:val="24"/>
    </w:rPr>
  </w:style>
  <w:style w:type="character" w:customStyle="1" w:styleId="TituldatumChar">
    <w:name w:val="_Titul_datum Char"/>
    <w:basedOn w:val="Standardnpsmoodstavce"/>
    <w:link w:val="Tituldatum"/>
    <w:rsid w:val="005579CC"/>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8F4AE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5579CC"/>
    <w:pPr>
      <w:numPr>
        <w:ilvl w:val="2"/>
      </w:numPr>
    </w:pPr>
  </w:style>
  <w:style w:type="paragraph" w:customStyle="1" w:styleId="Text1-1">
    <w:name w:val="_Text_1-1"/>
    <w:basedOn w:val="Normln"/>
    <w:link w:val="Text1-1Char"/>
    <w:rsid w:val="005579CC"/>
    <w:pPr>
      <w:numPr>
        <w:ilvl w:val="1"/>
        <w:numId w:val="41"/>
      </w:numPr>
      <w:spacing w:after="120" w:line="264" w:lineRule="auto"/>
      <w:jc w:val="both"/>
    </w:pPr>
    <w:rPr>
      <w:sz w:val="18"/>
      <w:szCs w:val="18"/>
    </w:rPr>
  </w:style>
  <w:style w:type="paragraph" w:customStyle="1" w:styleId="Nadpis1-1">
    <w:name w:val="_Nadpis_1-1"/>
    <w:basedOn w:val="Odstavecseseznamem"/>
    <w:next w:val="Normln"/>
    <w:link w:val="Nadpis1-1Char"/>
    <w:qFormat/>
    <w:rsid w:val="005579CC"/>
    <w:pPr>
      <w:keepNext/>
      <w:numPr>
        <w:numId w:val="41"/>
      </w:numPr>
      <w:spacing w:before="280" w:after="120" w:line="264" w:lineRule="auto"/>
      <w:outlineLvl w:val="0"/>
    </w:pPr>
    <w:rPr>
      <w:b/>
      <w:caps/>
      <w:sz w:val="22"/>
      <w:szCs w:val="18"/>
    </w:rPr>
  </w:style>
  <w:style w:type="paragraph" w:customStyle="1" w:styleId="Odrka1-1">
    <w:name w:val="_Odrážka_1-1_•"/>
    <w:basedOn w:val="Normln"/>
    <w:link w:val="Odrka1-1Char"/>
    <w:qFormat/>
    <w:rsid w:val="005579CC"/>
    <w:pPr>
      <w:numPr>
        <w:numId w:val="34"/>
      </w:numPr>
      <w:spacing w:after="80" w:line="264" w:lineRule="auto"/>
      <w:jc w:val="both"/>
    </w:pPr>
    <w:rPr>
      <w:sz w:val="18"/>
      <w:szCs w:val="18"/>
    </w:rPr>
  </w:style>
  <w:style w:type="character" w:customStyle="1" w:styleId="Text1-1Char">
    <w:name w:val="_Text_1-1 Char"/>
    <w:basedOn w:val="Standardnpsmoodstavce"/>
    <w:link w:val="Text1-1"/>
    <w:rsid w:val="005579CC"/>
    <w:rPr>
      <w:rFonts w:ascii="Verdana" w:hAnsi="Verdana"/>
    </w:rPr>
  </w:style>
  <w:style w:type="character" w:customStyle="1" w:styleId="Nadpis1-1Char">
    <w:name w:val="_Nadpis_1-1 Char"/>
    <w:basedOn w:val="Standardnpsmoodstavce"/>
    <w:link w:val="Nadpis1-1"/>
    <w:rsid w:val="005579CC"/>
    <w:rPr>
      <w:rFonts w:ascii="Verdana" w:hAnsi="Verdana"/>
      <w:b/>
      <w:caps/>
      <w:sz w:val="22"/>
    </w:rPr>
  </w:style>
  <w:style w:type="character" w:customStyle="1" w:styleId="Text1-2Char">
    <w:name w:val="_Text_1-2 Char"/>
    <w:basedOn w:val="Text1-1Char"/>
    <w:link w:val="Text1-2"/>
    <w:rsid w:val="005579CC"/>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5579CC"/>
    <w:rPr>
      <w:rFonts w:ascii="Verdana" w:hAnsi="Verdana"/>
    </w:rPr>
  </w:style>
  <w:style w:type="paragraph" w:customStyle="1" w:styleId="Odrka1-2-">
    <w:name w:val="_Odrážka_1-2_-"/>
    <w:basedOn w:val="Odrka1-1"/>
    <w:qFormat/>
    <w:rsid w:val="005579CC"/>
    <w:pPr>
      <w:numPr>
        <w:ilvl w:val="1"/>
      </w:numPr>
    </w:pPr>
  </w:style>
  <w:style w:type="paragraph" w:customStyle="1" w:styleId="Odrka1-3">
    <w:name w:val="_Odrážka_1-3_·"/>
    <w:basedOn w:val="Odrka1-2-"/>
    <w:qFormat/>
    <w:rsid w:val="005579CC"/>
    <w:pPr>
      <w:numPr>
        <w:ilvl w:val="2"/>
      </w:numPr>
    </w:pPr>
  </w:style>
  <w:style w:type="paragraph" w:customStyle="1" w:styleId="Odstavec1-1a">
    <w:name w:val="_Odstavec_1-1_a)"/>
    <w:basedOn w:val="Normln"/>
    <w:link w:val="Odstavec1-1aChar"/>
    <w:qFormat/>
    <w:rsid w:val="005579CC"/>
    <w:pPr>
      <w:numPr>
        <w:numId w:val="38"/>
      </w:numPr>
      <w:spacing w:after="80" w:line="264" w:lineRule="auto"/>
      <w:jc w:val="both"/>
    </w:pPr>
    <w:rPr>
      <w:sz w:val="18"/>
      <w:szCs w:val="18"/>
    </w:rPr>
  </w:style>
  <w:style w:type="paragraph" w:customStyle="1" w:styleId="Odstavec1-2i">
    <w:name w:val="_Odstavec_1-2_(i)"/>
    <w:basedOn w:val="Odstavec1-1a"/>
    <w:qFormat/>
    <w:rsid w:val="005579CC"/>
    <w:pPr>
      <w:numPr>
        <w:ilvl w:val="1"/>
      </w:numPr>
    </w:pPr>
  </w:style>
  <w:style w:type="paragraph" w:customStyle="1" w:styleId="Odstavec1-31">
    <w:name w:val="_Odstavec_1-3_1)"/>
    <w:basedOn w:val="Odstavec1-2i"/>
    <w:qFormat/>
    <w:rsid w:val="005579CC"/>
    <w:pPr>
      <w:numPr>
        <w:ilvl w:val="2"/>
      </w:numPr>
    </w:pPr>
  </w:style>
  <w:style w:type="paragraph" w:customStyle="1" w:styleId="Textbezslovn">
    <w:name w:val="_Text_bez_číslování"/>
    <w:basedOn w:val="Normln"/>
    <w:link w:val="TextbezslovnChar"/>
    <w:qFormat/>
    <w:rsid w:val="005579CC"/>
    <w:pPr>
      <w:spacing w:after="120" w:line="264" w:lineRule="auto"/>
      <w:ind w:left="737"/>
      <w:jc w:val="both"/>
    </w:pPr>
    <w:rPr>
      <w:sz w:val="18"/>
      <w:szCs w:val="18"/>
    </w:rPr>
  </w:style>
  <w:style w:type="paragraph" w:customStyle="1" w:styleId="Zpat0">
    <w:name w:val="_Zápatí"/>
    <w:basedOn w:val="Zpat"/>
    <w:qFormat/>
    <w:rsid w:val="00EC63FF"/>
    <w:pPr>
      <w:jc w:val="right"/>
    </w:pPr>
  </w:style>
  <w:style w:type="character" w:customStyle="1" w:styleId="Tun">
    <w:name w:val="_Tučně"/>
    <w:basedOn w:val="Standardnpsmoodstavce"/>
    <w:qFormat/>
    <w:rsid w:val="005579CC"/>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5579CC"/>
    <w:pPr>
      <w:numPr>
        <w:ilvl w:val="3"/>
      </w:numPr>
    </w:pPr>
  </w:style>
  <w:style w:type="character" w:customStyle="1" w:styleId="Text2-2Char">
    <w:name w:val="_Text_2-2 Char"/>
    <w:basedOn w:val="Text2-1Char"/>
    <w:link w:val="Text2-2"/>
    <w:rsid w:val="005579CC"/>
    <w:rPr>
      <w:rFonts w:ascii="Verdana" w:hAnsi="Verdana"/>
    </w:rPr>
  </w:style>
  <w:style w:type="paragraph" w:customStyle="1" w:styleId="Zkratky1">
    <w:name w:val="_Zkratky_1"/>
    <w:basedOn w:val="Normln"/>
    <w:qFormat/>
    <w:rsid w:val="005579CC"/>
    <w:pPr>
      <w:tabs>
        <w:tab w:val="right" w:leader="dot" w:pos="1134"/>
      </w:tabs>
      <w:spacing w:after="0" w:line="240" w:lineRule="auto"/>
    </w:pPr>
    <w:rPr>
      <w:b/>
      <w:sz w:val="16"/>
      <w:szCs w:val="18"/>
    </w:rPr>
  </w:style>
  <w:style w:type="paragraph" w:customStyle="1" w:styleId="Seznam1">
    <w:name w:val="_Seznam_[1]"/>
    <w:basedOn w:val="Normln"/>
    <w:qFormat/>
    <w:rsid w:val="005579CC"/>
    <w:pPr>
      <w:numPr>
        <w:numId w:val="39"/>
      </w:numPr>
      <w:spacing w:after="60" w:line="264" w:lineRule="auto"/>
      <w:jc w:val="both"/>
    </w:pPr>
    <w:rPr>
      <w:sz w:val="16"/>
      <w:szCs w:val="18"/>
    </w:rPr>
  </w:style>
  <w:style w:type="paragraph" w:customStyle="1" w:styleId="Nadpisbezsl1-1">
    <w:name w:val="_Nadpis_bez_čísl_1-1"/>
    <w:next w:val="Nadpisbezsl1-2"/>
    <w:qFormat/>
    <w:rsid w:val="005579CC"/>
    <w:pPr>
      <w:keepNext/>
      <w:spacing w:before="280" w:after="120"/>
    </w:pPr>
    <w:rPr>
      <w:rFonts w:ascii="Verdana" w:hAnsi="Verdana"/>
      <w:b/>
      <w:caps/>
      <w:sz w:val="22"/>
    </w:rPr>
  </w:style>
  <w:style w:type="paragraph" w:customStyle="1" w:styleId="Nadpisbezsl1-2">
    <w:name w:val="_Nadpis_bez_čísl_1-2"/>
    <w:next w:val="Text2-1"/>
    <w:qFormat/>
    <w:rsid w:val="00AA7F27"/>
    <w:pPr>
      <w:keepNext/>
      <w:spacing w:before="200" w:after="120"/>
    </w:pPr>
    <w:rPr>
      <w:rFonts w:ascii="Verdana" w:hAnsi="Verdana"/>
      <w:b/>
      <w:sz w:val="20"/>
      <w:szCs w:val="20"/>
    </w:rPr>
  </w:style>
  <w:style w:type="paragraph" w:customStyle="1" w:styleId="Tabulka">
    <w:name w:val="_Tabulka"/>
    <w:basedOn w:val="Textbezodsazen"/>
    <w:qFormat/>
    <w:rsid w:val="005579CC"/>
    <w:pPr>
      <w:spacing w:before="40" w:after="40" w:line="240" w:lineRule="auto"/>
      <w:jc w:val="left"/>
    </w:pPr>
  </w:style>
  <w:style w:type="character" w:customStyle="1" w:styleId="TextbezslovnChar">
    <w:name w:val="_Text_bez_číslování Char"/>
    <w:basedOn w:val="Standardnpsmoodstavce"/>
    <w:link w:val="Textbezslovn"/>
    <w:rsid w:val="005579CC"/>
    <w:rPr>
      <w:rFonts w:ascii="Verdana" w:hAnsi="Verdana"/>
    </w:rPr>
  </w:style>
  <w:style w:type="character" w:customStyle="1" w:styleId="Tun-ZRUIT">
    <w:name w:val="_Tučně-ZRUŠIT"/>
    <w:basedOn w:val="Standardnpsmoodstavce"/>
    <w:qFormat/>
    <w:rsid w:val="005579CC"/>
    <w:rPr>
      <w:b w:val="0"/>
      <w:i w:val="0"/>
    </w:rPr>
  </w:style>
  <w:style w:type="paragraph" w:customStyle="1" w:styleId="Zkratky2">
    <w:name w:val="_Zkratky_2"/>
    <w:basedOn w:val="Normln"/>
    <w:qFormat/>
    <w:rsid w:val="005579CC"/>
    <w:pPr>
      <w:spacing w:after="0" w:line="240" w:lineRule="auto"/>
    </w:pPr>
    <w:rPr>
      <w:sz w:val="16"/>
      <w:szCs w:val="16"/>
    </w:rPr>
  </w:style>
  <w:style w:type="paragraph" w:customStyle="1" w:styleId="ZTPinfo-text">
    <w:name w:val="_ZTP_info-text"/>
    <w:basedOn w:val="Textbezslovn"/>
    <w:link w:val="ZTPinfo-textChar"/>
    <w:qFormat/>
    <w:rsid w:val="005579CC"/>
    <w:pPr>
      <w:ind w:left="0"/>
    </w:pPr>
    <w:rPr>
      <w:i/>
      <w:color w:val="00A1E0"/>
    </w:rPr>
  </w:style>
  <w:style w:type="character" w:customStyle="1" w:styleId="ZTPinfo-textChar">
    <w:name w:val="_ZTP_info-text Char"/>
    <w:basedOn w:val="Standardnpsmoodstavce"/>
    <w:link w:val="ZTPinfo-text"/>
    <w:rsid w:val="005579CC"/>
    <w:rPr>
      <w:rFonts w:ascii="Verdana" w:hAnsi="Verdana"/>
      <w:i/>
      <w:color w:val="00A1E0"/>
    </w:rPr>
  </w:style>
  <w:style w:type="paragraph" w:customStyle="1" w:styleId="ZTPinfo-text-odr">
    <w:name w:val="_ZTP_info-text-odr"/>
    <w:basedOn w:val="ZTPinfo-text"/>
    <w:link w:val="ZTPinfo-text-odrChar"/>
    <w:qFormat/>
    <w:rsid w:val="005579CC"/>
    <w:pPr>
      <w:numPr>
        <w:numId w:val="45"/>
      </w:numPr>
    </w:pPr>
  </w:style>
  <w:style w:type="character" w:customStyle="1" w:styleId="ZTPinfo-text-odrChar">
    <w:name w:val="_ZTP_info-text-odr Char"/>
    <w:basedOn w:val="ZTPinfo-textChar"/>
    <w:link w:val="ZTPinfo-text-odr"/>
    <w:rsid w:val="005579CC"/>
    <w:rPr>
      <w:rFonts w:ascii="Verdana" w:hAnsi="Verdana"/>
      <w:i/>
      <w:color w:val="00A1E0"/>
    </w:rPr>
  </w:style>
  <w:style w:type="paragraph" w:customStyle="1" w:styleId="Textbezodsazen">
    <w:name w:val="_Text_bez_odsazení"/>
    <w:basedOn w:val="Normln"/>
    <w:link w:val="TextbezodsazenChar"/>
    <w:qFormat/>
    <w:rsid w:val="005579CC"/>
    <w:pPr>
      <w:spacing w:after="120" w:line="264" w:lineRule="auto"/>
      <w:jc w:val="both"/>
    </w:pPr>
    <w:rPr>
      <w:sz w:val="18"/>
      <w:szCs w:val="18"/>
    </w:rPr>
  </w:style>
  <w:style w:type="character" w:customStyle="1" w:styleId="TextbezodsazenChar">
    <w:name w:val="_Text_bez_odsazení Char"/>
    <w:basedOn w:val="Standardnpsmoodstavce"/>
    <w:link w:val="Textbezodsazen"/>
    <w:rsid w:val="005579CC"/>
    <w:rPr>
      <w:rFonts w:ascii="Verdana" w:hAnsi="Verdana"/>
    </w:rPr>
  </w:style>
  <w:style w:type="character" w:customStyle="1" w:styleId="Nzevakce">
    <w:name w:val="_Název_akce"/>
    <w:basedOn w:val="Standardnpsmoodstavce"/>
    <w:uiPriority w:val="1"/>
    <w:qFormat/>
    <w:rsid w:val="005579CC"/>
    <w:rPr>
      <w:rFonts w:ascii="Verdana" w:hAnsi="Verdana"/>
      <w:b/>
      <w:sz w:val="36"/>
    </w:rPr>
  </w:style>
  <w:style w:type="paragraph" w:customStyle="1" w:styleId="Odrka1-4">
    <w:name w:val="_Odrážka_1-4_•"/>
    <w:basedOn w:val="Odrka1-1"/>
    <w:qFormat/>
    <w:rsid w:val="005579CC"/>
    <w:pPr>
      <w:numPr>
        <w:ilvl w:val="3"/>
      </w:numPr>
    </w:pPr>
  </w:style>
  <w:style w:type="character" w:customStyle="1" w:styleId="Odstavec1-1aChar">
    <w:name w:val="_Odstavec_1-1_a) Char"/>
    <w:basedOn w:val="Standardnpsmoodstavce"/>
    <w:link w:val="Odstavec1-1a"/>
    <w:rsid w:val="005579CC"/>
    <w:rPr>
      <w:rFonts w:ascii="Verdana" w:hAnsi="Verdana"/>
    </w:rPr>
  </w:style>
  <w:style w:type="paragraph" w:customStyle="1" w:styleId="Odstavec1-41">
    <w:name w:val="_Odstavec_1-4_1."/>
    <w:basedOn w:val="Odstavec1-1a"/>
    <w:link w:val="Odstavec1-41Char"/>
    <w:qFormat/>
    <w:rsid w:val="005579CC"/>
    <w:pPr>
      <w:numPr>
        <w:ilvl w:val="3"/>
      </w:numPr>
    </w:pPr>
  </w:style>
  <w:style w:type="character" w:customStyle="1" w:styleId="Odstavec1-41Char">
    <w:name w:val="_Odstavec_1-4_1. Char"/>
    <w:basedOn w:val="Odstavec1-1aChar"/>
    <w:link w:val="Odstavec1-41"/>
    <w:rsid w:val="005579CC"/>
    <w:rPr>
      <w:rFonts w:ascii="Verdana" w:hAnsi="Verdana"/>
    </w:rPr>
  </w:style>
  <w:style w:type="paragraph" w:customStyle="1" w:styleId="Zpatvpravo">
    <w:name w:val="_Zápatí_vpravo"/>
    <w:basedOn w:val="Zpat"/>
    <w:qFormat/>
    <w:rsid w:val="005579CC"/>
    <w:pPr>
      <w:jc w:val="right"/>
    </w:pPr>
    <w:rPr>
      <w:sz w:val="12"/>
      <w:szCs w:val="18"/>
    </w:rPr>
  </w:style>
  <w:style w:type="paragraph" w:customStyle="1" w:styleId="Zpatvlevo">
    <w:name w:val="_Zápatí_vlevo"/>
    <w:basedOn w:val="Zpatvpravo"/>
    <w:qFormat/>
    <w:rsid w:val="005579CC"/>
    <w:pPr>
      <w:jc w:val="left"/>
    </w:pPr>
  </w:style>
  <w:style w:type="character" w:customStyle="1" w:styleId="Znaka">
    <w:name w:val="_Značka"/>
    <w:basedOn w:val="Standardnpsmoodstavce"/>
    <w:rsid w:val="005579CC"/>
    <w:rPr>
      <w:rFonts w:ascii="Verdana" w:hAnsi="Verdana"/>
      <w:b/>
      <w:sz w:val="36"/>
    </w:rPr>
  </w:style>
  <w:style w:type="paragraph" w:customStyle="1" w:styleId="ZTPinfo-text-odr0">
    <w:name w:val="_ZTP_info-text-odr_•"/>
    <w:basedOn w:val="ZTPinfo-text-odr"/>
    <w:link w:val="ZTPinfo-text-odrChar0"/>
    <w:qFormat/>
    <w:rsid w:val="005579CC"/>
    <w:pPr>
      <w:numPr>
        <w:ilvl w:val="1"/>
      </w:numPr>
      <w:spacing w:after="80"/>
      <w:contextualSpacing/>
    </w:pPr>
  </w:style>
  <w:style w:type="character" w:customStyle="1" w:styleId="ZTPinfo-text-odrChar0">
    <w:name w:val="_ZTP_info-text-odr_• Char"/>
    <w:basedOn w:val="ZTPinfo-text-odrChar"/>
    <w:link w:val="ZTPinfo-text-odr0"/>
    <w:rsid w:val="005579CC"/>
    <w:rPr>
      <w:rFonts w:ascii="Verdana" w:hAnsi="Verdana"/>
      <w:i/>
      <w:color w:val="00A1E0"/>
    </w:rPr>
  </w:style>
  <w:style w:type="table" w:customStyle="1" w:styleId="Mkatabulky1">
    <w:name w:val="Mřížka tabulky1"/>
    <w:basedOn w:val="Normlntabulka"/>
    <w:next w:val="Mkatabulky"/>
    <w:uiPriority w:val="39"/>
    <w:rsid w:val="00AA7F2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7843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sfdi.cz" TargetMode="Externa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SestakM@szdc.cz"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Hosna@szdc.cz"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file:///\\SZDC000PHANT041\dokumenty\OI\Vzorov&#225;%20ZD\R%20-%20Zhotoven&#237;%20stavby\R_Zhotoven&#237;_stavby_FIDIC_(nadlimitn&#237;)\R-FIDIC_OPD2\www.sfdi.cz\poskytovani-informaci\metodiky\" TargetMode="Externa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347270ED21264EDE82F68938302A35BF"/>
        <w:category>
          <w:name w:val="Obecné"/>
          <w:gallery w:val="placeholder"/>
        </w:category>
        <w:types>
          <w:type w:val="bbPlcHdr"/>
        </w:types>
        <w:behaviors>
          <w:behavior w:val="content"/>
        </w:behaviors>
        <w:guid w:val="{98B6A047-6970-4328-8E7F-D35630C84C35}"/>
      </w:docPartPr>
      <w:docPartBody>
        <w:p w:rsidR="00CA70E8" w:rsidRDefault="00DF48D6" w:rsidP="00DF48D6">
          <w:pPr>
            <w:pStyle w:val="347270ED21264EDE82F68938302A35BF"/>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1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48D6"/>
    <w:rsid w:val="00245584"/>
    <w:rsid w:val="002C1C5B"/>
    <w:rsid w:val="003135E6"/>
    <w:rsid w:val="007C4EB7"/>
    <w:rsid w:val="007D21F0"/>
    <w:rsid w:val="008D0CC6"/>
    <w:rsid w:val="00A2285B"/>
    <w:rsid w:val="00CA70E8"/>
    <w:rsid w:val="00DD47A2"/>
    <w:rsid w:val="00DF48D6"/>
    <w:rsid w:val="00F434C0"/>
    <w:rsid w:val="00FD386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DF48D6"/>
    <w:rPr>
      <w:color w:val="808080"/>
    </w:rPr>
  </w:style>
  <w:style w:type="paragraph" w:customStyle="1" w:styleId="347270ED21264EDE82F68938302A35BF">
    <w:name w:val="347270ED21264EDE82F68938302A35BF"/>
    <w:rsid w:val="00DF48D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8D65B5D7-3A15-42F9-A330-1CCC947FA8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VTP_nové_logo-5.dotx</Template>
  <TotalTime>111</TotalTime>
  <Pages>9</Pages>
  <Words>3296</Words>
  <Characters>19448</Characters>
  <Application>Microsoft Office Word</Application>
  <DocSecurity>0</DocSecurity>
  <Lines>162</Lines>
  <Paragraphs>45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22699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Kosmál Martin, Ing.</cp:lastModifiedBy>
  <cp:revision>52</cp:revision>
  <cp:lastPrinted>2020-02-07T10:05:00Z</cp:lastPrinted>
  <dcterms:created xsi:type="dcterms:W3CDTF">2020-02-11T08:48:00Z</dcterms:created>
  <dcterms:modified xsi:type="dcterms:W3CDTF">2020-03-24T11:39:00Z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